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5F88BBF5" w14:textId="5106B27E" w:rsidR="00717471" w:rsidRPr="00D767F5" w:rsidRDefault="00D767F5" w:rsidP="00717471">
      <w:pPr>
        <w:jc w:val="center"/>
      </w:pPr>
      <w:r>
        <w:t xml:space="preserve">Číslo smlouvy </w:t>
      </w:r>
      <w:r w:rsidR="00717471">
        <w:t>DS2121/01784</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221FCAE4" w:rsidR="00333164" w:rsidRDefault="00333164" w:rsidP="00F56496">
      <w:pPr>
        <w:widowControl w:val="0"/>
        <w:rPr>
          <w:rFonts w:eastAsia="Calibri" w:cs="Calibri"/>
          <w:szCs w:val="22"/>
        </w:rPr>
      </w:pPr>
      <w:r>
        <w:rPr>
          <w:rFonts w:eastAsia="Calibri" w:cs="Calibri"/>
          <w:szCs w:val="22"/>
        </w:rPr>
        <w:t xml:space="preserve">zastoupený: </w:t>
      </w:r>
      <w:r w:rsidR="00717471" w:rsidRPr="000D0AD7">
        <w:rPr>
          <w:rFonts w:eastAsia="Calibri" w:cs="Calibri"/>
          <w:szCs w:val="22"/>
        </w:rPr>
        <w:t>Mgr. Martin</w:t>
      </w:r>
      <w:r w:rsidR="00717471">
        <w:rPr>
          <w:rFonts w:eastAsia="Calibri" w:cs="Calibri"/>
          <w:szCs w:val="22"/>
        </w:rPr>
        <w:t>em</w:t>
      </w:r>
      <w:r w:rsidR="00717471" w:rsidRPr="000D0AD7">
        <w:rPr>
          <w:rFonts w:eastAsia="Calibri" w:cs="Calibri"/>
          <w:szCs w:val="22"/>
        </w:rPr>
        <w:t xml:space="preserve"> Červíčk</w:t>
      </w:r>
      <w:r w:rsidR="00717471">
        <w:rPr>
          <w:rFonts w:eastAsia="Calibri" w:cs="Calibri"/>
          <w:szCs w:val="22"/>
        </w:rPr>
        <w:t>em, hejtmanem</w:t>
      </w:r>
      <w:bookmarkStart w:id="0" w:name="_GoBack"/>
      <w:bookmarkEnd w:id="0"/>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26F293F8"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B80657" w:rsidRPr="00B80657">
        <w:rPr>
          <w:b/>
        </w:rPr>
        <w:t xml:space="preserve"> 20 - Specifika podpory osob s PAS</w:t>
      </w:r>
      <w:r w:rsidR="00461510" w:rsidRPr="00461510">
        <w:rPr>
          <w:b/>
        </w:rPr>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xml:space="preserve">. </w:t>
      </w:r>
      <w:proofErr w:type="gramStart"/>
      <w:r w:rsidR="003F73FF" w:rsidRPr="00137934">
        <w:t>č.</w:t>
      </w:r>
      <w:proofErr w:type="gramEnd"/>
      <w:r w:rsidR="003F73FF" w:rsidRPr="00137934">
        <w:t>: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7537E82A"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B80657" w:rsidRPr="00B80657">
        <w:rPr>
          <w:b/>
        </w:rPr>
        <w:t xml:space="preserve"> 20 - Specifika podpory osob s PAS</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w:t>
      </w:r>
      <w:proofErr w:type="gramStart"/>
      <w:r w:rsidR="00B73309" w:rsidRPr="00126451">
        <w:t>4.</w:t>
      </w:r>
      <w:r w:rsidR="007D62AE">
        <w:t>7</w:t>
      </w:r>
      <w:r w:rsidR="008C35AC" w:rsidRPr="00126451">
        <w:t>.</w:t>
      </w:r>
      <w:r w:rsidR="006C6530" w:rsidRPr="00126451">
        <w:t xml:space="preserve"> této</w:t>
      </w:r>
      <w:proofErr w:type="gramEnd"/>
      <w:r w:rsidR="006C6530" w:rsidRPr="00126451">
        <w:t xml:space="preserve">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xml:space="preserve">, a to v souladu s čl. </w:t>
      </w:r>
      <w:proofErr w:type="gramStart"/>
      <w:r w:rsidR="00B8262E">
        <w:t>3.5</w:t>
      </w:r>
      <w:r w:rsidR="00B2243A">
        <w:t>.</w:t>
      </w:r>
      <w:r w:rsidR="00B8262E">
        <w:t xml:space="preserve"> písm.</w:t>
      </w:r>
      <w:proofErr w:type="gramEnd"/>
      <w:r w:rsidR="00B8262E">
        <w:t xml:space="preserve">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 xml:space="preserve">v souladu s čl. </w:t>
      </w:r>
      <w:proofErr w:type="gramStart"/>
      <w:r w:rsidR="00B8262E">
        <w:t>3.5</w:t>
      </w:r>
      <w:r w:rsidR="00B2243A">
        <w:t>.</w:t>
      </w:r>
      <w:r w:rsidR="00B8262E">
        <w:t xml:space="preserve"> písm.</w:t>
      </w:r>
      <w:proofErr w:type="gramEnd"/>
      <w:r w:rsidR="00B8262E">
        <w:t xml:space="preserve">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w:t>
      </w:r>
      <w:proofErr w:type="gramStart"/>
      <w:r w:rsidR="00DD7A4C">
        <w:t>5.1</w:t>
      </w:r>
      <w:r w:rsidR="00B2243A">
        <w:t>.</w:t>
      </w:r>
      <w:r w:rsidR="00DD7A4C">
        <w:t xml:space="preserve"> písm.</w:t>
      </w:r>
      <w:proofErr w:type="gramEnd"/>
      <w:r w:rsidR="00DD7A4C">
        <w:t xml:space="preserve">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 xml:space="preserve">mlčenlivosti dle čl. </w:t>
      </w:r>
      <w:proofErr w:type="gramStart"/>
      <w:r w:rsidRPr="0037563F">
        <w:t>1</w:t>
      </w:r>
      <w:r w:rsidR="007C57E1">
        <w:t>0</w:t>
      </w:r>
      <w:r w:rsidRPr="0037563F">
        <w:t>.1. této</w:t>
      </w:r>
      <w:proofErr w:type="gramEnd"/>
      <w:r w:rsidRPr="0037563F">
        <w:t xml:space="preserve">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717471">
      <w:rPr>
        <w:noProof/>
      </w:rPr>
      <w:t>13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A13A2"/>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1510"/>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55147"/>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234"/>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17471"/>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0657"/>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46FF"/>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312564941">
      <w:bodyDiv w:val="1"/>
      <w:marLeft w:val="0"/>
      <w:marRight w:val="0"/>
      <w:marTop w:val="0"/>
      <w:marBottom w:val="0"/>
      <w:divBdr>
        <w:top w:val="none" w:sz="0" w:space="0" w:color="auto"/>
        <w:left w:val="none" w:sz="0" w:space="0" w:color="auto"/>
        <w:bottom w:val="none" w:sz="0" w:space="0" w:color="auto"/>
        <w:right w:val="none" w:sz="0" w:space="0" w:color="auto"/>
      </w:divBdr>
    </w:div>
    <w:div w:id="88788189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C641B-EFAE-4C29-BEEA-7C7216F32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42</TotalTime>
  <Pages>13</Pages>
  <Words>4349</Words>
  <Characters>25754</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30043</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19</cp:revision>
  <cp:lastPrinted>2019-03-06T09:27:00Z</cp:lastPrinted>
  <dcterms:created xsi:type="dcterms:W3CDTF">2020-09-21T09:56:00Z</dcterms:created>
  <dcterms:modified xsi:type="dcterms:W3CDTF">2021-06-06T17:29:00Z</dcterms:modified>
</cp:coreProperties>
</file>