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5B40A" w14:textId="77777777" w:rsidR="006F6F7B" w:rsidRDefault="006F6F7B" w:rsidP="006F6F7B">
      <w:pPr>
        <w:jc w:val="center"/>
        <w:rPr>
          <w:rFonts w:ascii="Arial" w:hAnsi="Arial" w:cs="Arial"/>
          <w:b/>
        </w:rPr>
      </w:pPr>
    </w:p>
    <w:p w14:paraId="36FE8872" w14:textId="080F7C06" w:rsidR="006F6F7B" w:rsidRPr="00322971" w:rsidRDefault="006F6F7B" w:rsidP="006F6F7B">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roofErr w:type="gramStart"/>
      <w:r>
        <w:t>…….</w:t>
      </w:r>
      <w:proofErr w:type="gramEnd"/>
      <w:r>
        <w:t>.</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F44DA18" w:rsidR="00333164" w:rsidRDefault="00333164" w:rsidP="00F56496">
      <w:pPr>
        <w:widowControl w:val="0"/>
        <w:rPr>
          <w:rFonts w:eastAsia="Calibri" w:cs="Calibri"/>
          <w:szCs w:val="22"/>
        </w:rPr>
      </w:pPr>
      <w:r>
        <w:rPr>
          <w:rFonts w:eastAsia="Calibri" w:cs="Calibri"/>
          <w:szCs w:val="22"/>
        </w:rPr>
        <w:t xml:space="preserve">zastoupený: </w:t>
      </w:r>
      <w:r w:rsidR="008354C5" w:rsidRPr="008354C5">
        <w:rPr>
          <w:rFonts w:eastAsia="Calibri" w:cs="Calibri"/>
          <w:szCs w:val="22"/>
        </w:rPr>
        <w:t>Mgr. Martinem Červíčkem, hejtmanem</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2F750D46"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CF2D69" w:rsidRPr="00CF2D69">
        <w:rPr>
          <w:b/>
        </w:rPr>
        <w:t>22 - Efektivní vedení porad</w:t>
      </w:r>
      <w:r w:rsidR="008501E1">
        <w:rPr>
          <w:b/>
        </w:rPr>
        <w:t xml:space="preserve"> II</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402BF07"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w:t>
      </w:r>
      <w:proofErr w:type="gramStart"/>
      <w:r w:rsidR="00180F3B" w:rsidRPr="00792769">
        <w:rPr>
          <w:b/>
        </w:rPr>
        <w:t>vzdělávání - dílčí</w:t>
      </w:r>
      <w:proofErr w:type="gramEnd"/>
      <w:r w:rsidR="00180F3B" w:rsidRPr="00792769">
        <w:rPr>
          <w:b/>
        </w:rPr>
        <w:t xml:space="preserve"> část </w:t>
      </w:r>
      <w:r w:rsidR="00CF2D69" w:rsidRPr="00CF2D69">
        <w:rPr>
          <w:b/>
        </w:rPr>
        <w:t>22 - Efektivní vedení porad</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proofErr w:type="gramStart"/>
      <w:r w:rsidR="001C4E66" w:rsidRPr="00E62BD2">
        <w:rPr>
          <w:rFonts w:cs="Calibri"/>
          <w:highlight w:val="cyan"/>
        </w:rPr>
        <w:t>]</w:t>
      </w:r>
      <w:r w:rsidR="001C4E66" w:rsidRPr="00B8262E" w:rsidDel="001C4E66">
        <w:t xml:space="preserve"> </w:t>
      </w:r>
      <w:r w:rsidR="00B8262E">
        <w:t>,</w:t>
      </w:r>
      <w:proofErr w:type="gramEnd"/>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 xml:space="preserve">anebo souhrnný daňový </w:t>
      </w:r>
      <w:proofErr w:type="gramStart"/>
      <w:r w:rsidR="0084326A">
        <w:t>doklad - fakturu</w:t>
      </w:r>
      <w:proofErr w:type="gramEnd"/>
      <w:r w:rsidR="0084326A">
        <w:t xml:space="preserve">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w:t>
      </w:r>
      <w:proofErr w:type="gramStart"/>
      <w:r w:rsidR="000A643E" w:rsidRPr="00A42C37">
        <w:t xml:space="preserve">dokladu - </w:t>
      </w:r>
      <w:r w:rsidRPr="00A42C37">
        <w:t>faktury</w:t>
      </w:r>
      <w:proofErr w:type="gramEnd"/>
      <w:r w:rsidRPr="00A42C37">
        <w:t xml:space="preserve">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w:t>
      </w:r>
      <w:proofErr w:type="gramStart"/>
      <w:r w:rsidR="00525BA0">
        <w:t xml:space="preserve">doklad - </w:t>
      </w:r>
      <w:r w:rsidR="003429D5">
        <w:t>faktura</w:t>
      </w:r>
      <w:proofErr w:type="gramEnd"/>
      <w:r w:rsidR="003429D5">
        <w:t xml:space="preserve">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w:t>
      </w:r>
      <w:proofErr w:type="gramStart"/>
      <w:r w:rsidRPr="008D324E">
        <w:t>doklady - faktury</w:t>
      </w:r>
      <w:proofErr w:type="gramEnd"/>
      <w:r w:rsidRPr="008D324E">
        <w:t xml:space="preserve">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w:t>
      </w:r>
      <w:proofErr w:type="gramStart"/>
      <w:r w:rsidR="00BA6828" w:rsidRPr="008D324E">
        <w:t>doklad - fakturu</w:t>
      </w:r>
      <w:proofErr w:type="gramEnd"/>
      <w:r w:rsidR="00BA6828" w:rsidRPr="008D324E">
        <w:t xml:space="preserve">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w:t>
      </w:r>
      <w:proofErr w:type="gramStart"/>
      <w:r w:rsidR="00523260" w:rsidRPr="008D324E">
        <w:t>dokladu - faktury</w:t>
      </w:r>
      <w:proofErr w:type="gramEnd"/>
      <w:r w:rsidR="00523260" w:rsidRPr="008D324E">
        <w:t xml:space="preserve">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 xml:space="preserve">dní ode dne, kdy tato smlouva </w:t>
      </w:r>
      <w:proofErr w:type="gramStart"/>
      <w:r w:rsidR="001C4E66">
        <w:t>nabyde</w:t>
      </w:r>
      <w:proofErr w:type="gramEnd"/>
      <w:r w:rsidR="001C4E66">
        <w:t xml:space="preserv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proofErr w:type="gramStart"/>
      <w:r w:rsidR="00467F7E">
        <w:t>5</w:t>
      </w:r>
      <w:r w:rsidR="006B4728" w:rsidRPr="00506B58">
        <w:t>.000,-</w:t>
      </w:r>
      <w:proofErr w:type="gramEnd"/>
      <w:r w:rsidR="006B4728" w:rsidRPr="00506B58">
        <w:t xml:space="preserve">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proofErr w:type="gramStart"/>
      <w:r w:rsidR="00467F7E">
        <w:t>1</w:t>
      </w:r>
      <w:r w:rsidR="000F0981">
        <w:t>0</w:t>
      </w:r>
      <w:r>
        <w:t>.000,-</w:t>
      </w:r>
      <w:proofErr w:type="gramEnd"/>
      <w:r>
        <w:t xml:space="preserve">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C694E" w14:textId="77777777" w:rsidR="004E0A1A" w:rsidRDefault="004E0A1A">
      <w:r>
        <w:separator/>
      </w:r>
    </w:p>
  </w:endnote>
  <w:endnote w:type="continuationSeparator" w:id="0">
    <w:p w14:paraId="4B52B766" w14:textId="77777777" w:rsidR="004E0A1A" w:rsidRDefault="004E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4EC6F" w14:textId="77777777" w:rsidR="004E0A1A" w:rsidRDefault="004E0A1A">
      <w:r>
        <w:separator/>
      </w:r>
    </w:p>
  </w:footnote>
  <w:footnote w:type="continuationSeparator" w:id="0">
    <w:p w14:paraId="1C02879D" w14:textId="77777777" w:rsidR="004E0A1A" w:rsidRDefault="004E0A1A">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4A29"/>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0A1A"/>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6F6F7B"/>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354C5"/>
    <w:rsid w:val="00841BD3"/>
    <w:rsid w:val="00841C97"/>
    <w:rsid w:val="0084326A"/>
    <w:rsid w:val="008465D7"/>
    <w:rsid w:val="0084767E"/>
    <w:rsid w:val="008501E1"/>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2D69"/>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585648176">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7766691">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43</TotalTime>
  <Pages>13</Pages>
  <Words>4361</Words>
  <Characters>25734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30035</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17</cp:revision>
  <cp:lastPrinted>2019-03-06T09:27:00Z</cp:lastPrinted>
  <dcterms:created xsi:type="dcterms:W3CDTF">2020-09-21T09:56:00Z</dcterms:created>
  <dcterms:modified xsi:type="dcterms:W3CDTF">2020-11-27T15:42:00Z</dcterms:modified>
</cp:coreProperties>
</file>