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7CEAD0" w14:textId="77777777" w:rsidR="00624C7B" w:rsidRDefault="00624C7B" w:rsidP="00624C7B">
      <w:pPr>
        <w:spacing w:before="0" w:after="220" w:line="240" w:lineRule="auto"/>
        <w:jc w:val="center"/>
        <w:rPr>
          <w:rFonts w:ascii="Arial" w:hAnsi="Arial" w:cs="Arial"/>
          <w:b/>
          <w:szCs w:val="22"/>
        </w:rPr>
      </w:pPr>
    </w:p>
    <w:p w14:paraId="08AE6585" w14:textId="28D333F4" w:rsidR="00624C7B" w:rsidRPr="00BC236D" w:rsidRDefault="00624C7B" w:rsidP="00624C7B">
      <w:pPr>
        <w:spacing w:before="0" w:after="220" w:line="240" w:lineRule="auto"/>
        <w:jc w:val="center"/>
        <w:rPr>
          <w:rFonts w:ascii="Arial" w:hAnsi="Arial" w:cs="Arial"/>
          <w:b/>
          <w:szCs w:val="22"/>
        </w:rPr>
      </w:pPr>
      <w:r w:rsidRPr="00D83EDB">
        <w:rPr>
          <w:rFonts w:ascii="Arial" w:hAnsi="Arial" w:cs="Arial"/>
          <w:b/>
          <w:szCs w:val="22"/>
        </w:rPr>
        <w:t xml:space="preserve">Příloha č. </w:t>
      </w:r>
      <w:r>
        <w:rPr>
          <w:rFonts w:ascii="Arial" w:hAnsi="Arial" w:cs="Arial"/>
          <w:b/>
          <w:szCs w:val="22"/>
        </w:rPr>
        <w:t>3</w:t>
      </w: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77777777" w:rsidR="00333164" w:rsidRDefault="00333164" w:rsidP="00F56496">
      <w:pPr>
        <w:widowControl w:val="0"/>
        <w:rPr>
          <w:rFonts w:eastAsia="Calibri" w:cs="Calibri"/>
          <w:szCs w:val="22"/>
        </w:rPr>
      </w:pPr>
      <w:r>
        <w:rPr>
          <w:rFonts w:eastAsia="Calibri" w:cs="Calibri"/>
          <w:szCs w:val="22"/>
        </w:rPr>
        <w:t xml:space="preserve">zastoupený: PhDr. Jiřím Štěpánem, Ph.D.,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6E7663" w14:textId="77777777" w:rsidR="00CD49C4" w:rsidRPr="008D324E" w:rsidRDefault="00CD49C4" w:rsidP="005A1EF9">
      <w:pPr>
        <w:widowControl w:val="0"/>
        <w:tabs>
          <w:tab w:val="left" w:pos="720"/>
        </w:tabs>
        <w:spacing w:before="0" w:after="0" w:line="240" w:lineRule="auto"/>
        <w:ind w:right="566"/>
      </w:pP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5D4D3778"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032482" w:rsidRPr="00032482">
        <w:rPr>
          <w:b/>
        </w:rPr>
        <w:t>27 - Možnosti zastupování člověka v právních věcech z pohledu sociální práce a opatrovnictví</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w:t>
      </w:r>
      <w:r w:rsidR="00750E45">
        <w:lastRenderedPageBreak/>
        <w:t xml:space="preserve">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36512708"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EB341C" w:rsidRPr="00EB341C">
        <w:rPr>
          <w:b/>
        </w:rPr>
        <w:t>27 - Možnosti zastupování člověka v právních věcech z pohledu sociální práce a opatrovnictví</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lastRenderedPageBreak/>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D77037" w14:textId="77777777" w:rsidR="00AB192B" w:rsidRDefault="00AB192B">
      <w:r>
        <w:separator/>
      </w:r>
    </w:p>
  </w:endnote>
  <w:endnote w:type="continuationSeparator" w:id="0">
    <w:p w14:paraId="6345EEF8" w14:textId="77777777" w:rsidR="00AB192B" w:rsidRDefault="00AB1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B35C3" w14:textId="77777777" w:rsidR="00AB192B" w:rsidRDefault="00AB192B">
      <w:r>
        <w:separator/>
      </w:r>
    </w:p>
  </w:footnote>
  <w:footnote w:type="continuationSeparator" w:id="0">
    <w:p w14:paraId="4FF128F7" w14:textId="77777777" w:rsidR="00AB192B" w:rsidRDefault="00AB192B">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2482"/>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3A2E"/>
    <w:rsid w:val="001B74F1"/>
    <w:rsid w:val="001C4339"/>
    <w:rsid w:val="001C4E66"/>
    <w:rsid w:val="001C50C6"/>
    <w:rsid w:val="001C729E"/>
    <w:rsid w:val="001D33C9"/>
    <w:rsid w:val="001D44B9"/>
    <w:rsid w:val="001D5A62"/>
    <w:rsid w:val="001D6419"/>
    <w:rsid w:val="001E0EDC"/>
    <w:rsid w:val="001E2636"/>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4C7B"/>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341C"/>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1851092757">
      <w:bodyDiv w:val="1"/>
      <w:marLeft w:val="0"/>
      <w:marRight w:val="0"/>
      <w:marTop w:val="0"/>
      <w:marBottom w:val="0"/>
      <w:divBdr>
        <w:top w:val="none" w:sz="0" w:space="0" w:color="auto"/>
        <w:left w:val="none" w:sz="0" w:space="0" w:color="auto"/>
        <w:bottom w:val="none" w:sz="0" w:space="0" w:color="auto"/>
        <w:right w:val="none" w:sz="0" w:space="0" w:color="auto"/>
      </w:divBdr>
    </w:div>
    <w:div w:id="1851213601">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35</TotalTime>
  <Pages>13</Pages>
  <Words>4364</Words>
  <Characters>25863</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30167</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14</cp:revision>
  <cp:lastPrinted>2019-03-06T09:27:00Z</cp:lastPrinted>
  <dcterms:created xsi:type="dcterms:W3CDTF">2020-09-21T09:56:00Z</dcterms:created>
  <dcterms:modified xsi:type="dcterms:W3CDTF">2020-10-22T09:14:00Z</dcterms:modified>
</cp:coreProperties>
</file>