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C964F" w14:textId="67E54731" w:rsidR="004D2B8E" w:rsidRDefault="004D2B8E" w:rsidP="007118E0">
      <w:pPr>
        <w:spacing w:before="0" w:after="220" w:line="240" w:lineRule="auto"/>
        <w:jc w:val="center"/>
        <w:rPr>
          <w:rFonts w:ascii="Arial" w:hAnsi="Arial" w:cs="Arial"/>
          <w:b/>
          <w:szCs w:val="22"/>
        </w:rPr>
      </w:pPr>
    </w:p>
    <w:p w14:paraId="7273CDBE" w14:textId="1D49BCCC" w:rsidR="007118E0" w:rsidRPr="00BC236D" w:rsidRDefault="007118E0" w:rsidP="007118E0">
      <w:pPr>
        <w:spacing w:before="0" w:after="220" w:line="240" w:lineRule="auto"/>
        <w:jc w:val="center"/>
        <w:rPr>
          <w:rFonts w:ascii="Arial" w:hAnsi="Arial" w:cs="Arial"/>
          <w:b/>
          <w:szCs w:val="22"/>
        </w:rPr>
      </w:pPr>
      <w:r w:rsidRPr="00D83EDB">
        <w:rPr>
          <w:rFonts w:ascii="Arial" w:hAnsi="Arial" w:cs="Arial"/>
          <w:b/>
          <w:szCs w:val="22"/>
        </w:rPr>
        <w:t xml:space="preserve">Příloha č. </w:t>
      </w:r>
      <w:r>
        <w:rPr>
          <w:rFonts w:ascii="Arial" w:hAnsi="Arial" w:cs="Arial"/>
          <w:b/>
          <w:szCs w:val="22"/>
        </w:rPr>
        <w:t>3</w:t>
      </w: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roofErr w:type="gramStart"/>
      <w:r>
        <w:t>…….</w:t>
      </w:r>
      <w:proofErr w:type="gramEnd"/>
      <w:r>
        <w:t>.</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53D18AE1"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1D24DB" w:rsidRPr="001D24DB">
        <w:rPr>
          <w:b/>
        </w:rPr>
        <w:t>21 - Duševní obtíže uživatelů návykových látek (alkoholu)</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76F76741"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w:t>
      </w:r>
      <w:proofErr w:type="gramStart"/>
      <w:r w:rsidR="00180F3B" w:rsidRPr="00792769">
        <w:rPr>
          <w:b/>
        </w:rPr>
        <w:t>vzdělávání - dílčí</w:t>
      </w:r>
      <w:proofErr w:type="gramEnd"/>
      <w:r w:rsidR="00180F3B" w:rsidRPr="00792769">
        <w:rPr>
          <w:b/>
        </w:rPr>
        <w:t xml:space="preserve"> část </w:t>
      </w:r>
      <w:r w:rsidR="001D24DB" w:rsidRPr="001D24DB">
        <w:rPr>
          <w:b/>
        </w:rPr>
        <w:t>21 - Duševní obtíže uživatelů návykových látek (alkoholu)</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proofErr w:type="gramStart"/>
      <w:r w:rsidR="001C4E66" w:rsidRPr="00E62BD2">
        <w:rPr>
          <w:rFonts w:cs="Calibri"/>
          <w:highlight w:val="cyan"/>
        </w:rPr>
        <w:t>]</w:t>
      </w:r>
      <w:r w:rsidR="001C4E66" w:rsidRPr="00B8262E" w:rsidDel="001C4E66">
        <w:t xml:space="preserve"> </w:t>
      </w:r>
      <w:r w:rsidR="00B8262E">
        <w:t>,</w:t>
      </w:r>
      <w:proofErr w:type="gramEnd"/>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 xml:space="preserve">anebo souhrnný daňový </w:t>
      </w:r>
      <w:proofErr w:type="gramStart"/>
      <w:r w:rsidR="0084326A">
        <w:t>doklad - fakturu</w:t>
      </w:r>
      <w:proofErr w:type="gramEnd"/>
      <w:r w:rsidR="0084326A">
        <w:t xml:space="preserve">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w:t>
      </w:r>
      <w:proofErr w:type="gramStart"/>
      <w:r w:rsidR="000A643E" w:rsidRPr="00A42C37">
        <w:t xml:space="preserve">dokladu - </w:t>
      </w:r>
      <w:r w:rsidRPr="00A42C37">
        <w:t>faktury</w:t>
      </w:r>
      <w:proofErr w:type="gramEnd"/>
      <w:r w:rsidRPr="00A42C37">
        <w:t xml:space="preserve">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w:t>
      </w:r>
      <w:proofErr w:type="gramStart"/>
      <w:r w:rsidR="00525BA0">
        <w:t xml:space="preserve">doklad - </w:t>
      </w:r>
      <w:r w:rsidR="003429D5">
        <w:t>faktura</w:t>
      </w:r>
      <w:proofErr w:type="gramEnd"/>
      <w:r w:rsidR="003429D5">
        <w:t xml:space="preserve">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w:t>
      </w:r>
      <w:proofErr w:type="gramStart"/>
      <w:r w:rsidRPr="008D324E">
        <w:t>doklady - faktury</w:t>
      </w:r>
      <w:proofErr w:type="gramEnd"/>
      <w:r w:rsidRPr="008D324E">
        <w:t xml:space="preserve">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w:t>
      </w:r>
      <w:proofErr w:type="gramStart"/>
      <w:r w:rsidR="00BA6828" w:rsidRPr="008D324E">
        <w:t>doklad - fakturu</w:t>
      </w:r>
      <w:proofErr w:type="gramEnd"/>
      <w:r w:rsidR="00BA6828" w:rsidRPr="008D324E">
        <w:t xml:space="preserve">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w:t>
      </w:r>
      <w:proofErr w:type="gramStart"/>
      <w:r w:rsidR="00523260" w:rsidRPr="008D324E">
        <w:t>dokladu - faktury</w:t>
      </w:r>
      <w:proofErr w:type="gramEnd"/>
      <w:r w:rsidR="00523260" w:rsidRPr="008D324E">
        <w:t xml:space="preserve">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 xml:space="preserve">dní ode dne, kdy tato smlouva </w:t>
      </w:r>
      <w:proofErr w:type="gramStart"/>
      <w:r w:rsidR="001C4E66">
        <w:t>nabyde</w:t>
      </w:r>
      <w:proofErr w:type="gramEnd"/>
      <w:r w:rsidR="001C4E66">
        <w:t xml:space="preserv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CAFB1C7" w14:textId="77777777" w:rsidR="002C7E23" w:rsidRPr="00652CB8" w:rsidRDefault="002C7E23" w:rsidP="00B8262E">
      <w:pPr>
        <w:widowControl w:val="0"/>
      </w:pP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w:t>
      </w:r>
      <w:r w:rsidR="006927D9" w:rsidRPr="005527EE">
        <w:lastRenderedPageBreak/>
        <w:t xml:space="preserve">jako svou referenci ve svých nabídkách v zákonem stanoveném rozsahu, popřípadě rozsahu 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proofErr w:type="gramStart"/>
      <w:r w:rsidR="00467F7E">
        <w:t>5</w:t>
      </w:r>
      <w:r w:rsidR="006B4728" w:rsidRPr="00506B58">
        <w:t>.000,-</w:t>
      </w:r>
      <w:proofErr w:type="gramEnd"/>
      <w:r w:rsidR="006B4728" w:rsidRPr="00506B58">
        <w:t xml:space="preserve">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proofErr w:type="gramStart"/>
      <w:r w:rsidR="00467F7E">
        <w:t>1</w:t>
      </w:r>
      <w:r w:rsidR="000F0981">
        <w:t>0</w:t>
      </w:r>
      <w:r>
        <w:t>.000,-</w:t>
      </w:r>
      <w:proofErr w:type="gramEnd"/>
      <w:r>
        <w:t xml:space="preserve">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w:t>
      </w:r>
      <w:r w:rsidR="00B64DCE" w:rsidRPr="00B64DCE">
        <w:lastRenderedPageBreak/>
        <w:t>která těmto osobám mohou plynout z práv k duševnímu vlastnictví, zejména z autorských 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w:t>
      </w:r>
      <w:r w:rsidR="00BF2A32" w:rsidRPr="008D324E">
        <w:lastRenderedPageBreak/>
        <w:t>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lastRenderedPageBreak/>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68D3B814"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24DB"/>
    <w:rsid w:val="001D33C9"/>
    <w:rsid w:val="001D44B9"/>
    <w:rsid w:val="001D5A62"/>
    <w:rsid w:val="001D6419"/>
    <w:rsid w:val="001E0EDC"/>
    <w:rsid w:val="001E2636"/>
    <w:rsid w:val="001E32D7"/>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2B8E"/>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18E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54</TotalTime>
  <Pages>13</Pages>
  <Words>4352</Words>
  <Characters>25806</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30098</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16</cp:revision>
  <cp:lastPrinted>2019-03-06T09:27:00Z</cp:lastPrinted>
  <dcterms:created xsi:type="dcterms:W3CDTF">2020-09-21T09:56:00Z</dcterms:created>
  <dcterms:modified xsi:type="dcterms:W3CDTF">2020-10-22T08:49:00Z</dcterms:modified>
</cp:coreProperties>
</file>