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Pr="00411BAB" w:rsidRDefault="00660AB0" w:rsidP="00F56496">
      <w:pPr>
        <w:widowControl w:val="0"/>
        <w:rPr>
          <w:sz w:val="28"/>
          <w:szCs w:val="28"/>
        </w:rPr>
      </w:pPr>
    </w:p>
    <w:p w14:paraId="3EB45DF3" w14:textId="1360890E" w:rsidR="00D551B3" w:rsidRPr="00411BAB" w:rsidRDefault="00D551B3" w:rsidP="00DF6122">
      <w:pPr>
        <w:pStyle w:val="Nzev"/>
        <w:widowControl w:val="0"/>
        <w:rPr>
          <w:b/>
          <w:color w:val="auto"/>
          <w:sz w:val="28"/>
          <w:szCs w:val="28"/>
        </w:rPr>
      </w:pPr>
      <w:r w:rsidRPr="00411BAB">
        <w:rPr>
          <w:b/>
          <w:color w:val="auto"/>
          <w:sz w:val="28"/>
          <w:szCs w:val="28"/>
        </w:rPr>
        <w:t xml:space="preserve">Příloha č. 3 </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00A83116"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85432E" w:rsidRPr="0085432E">
        <w:rPr>
          <w:b/>
        </w:rPr>
        <w:t>8 - Vztahy a sexualita lidí s mentálním postižením - úvod</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D4C96DC"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85432E" w:rsidRPr="0085432E">
        <w:rPr>
          <w:b/>
        </w:rPr>
        <w:t>8 - Vztahy a sexualita lidí s mentálním postižením - úvod</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8EB3D" w14:textId="77777777" w:rsidR="000F736E" w:rsidRDefault="000F736E">
      <w:r>
        <w:separator/>
      </w:r>
    </w:p>
  </w:endnote>
  <w:endnote w:type="continuationSeparator" w:id="0">
    <w:p w14:paraId="5689204E" w14:textId="77777777" w:rsidR="000F736E" w:rsidRDefault="000F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D551B3">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F4BD1" w14:textId="77777777" w:rsidR="000F736E" w:rsidRDefault="000F736E">
      <w:r>
        <w:separator/>
      </w:r>
    </w:p>
  </w:footnote>
  <w:footnote w:type="continuationSeparator" w:id="0">
    <w:p w14:paraId="62DD2F24" w14:textId="77777777" w:rsidR="000F736E" w:rsidRDefault="000F736E">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0F736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1BA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432E"/>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551B3"/>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E736C-7E43-4B1F-A5FB-6B023EB86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36</TotalTime>
  <Pages>13</Pages>
  <Words>4358</Words>
  <Characters>25800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30098</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13</cp:revision>
  <cp:lastPrinted>2019-03-06T09:27:00Z</cp:lastPrinted>
  <dcterms:created xsi:type="dcterms:W3CDTF">2020-09-21T09:56:00Z</dcterms:created>
  <dcterms:modified xsi:type="dcterms:W3CDTF">2020-10-21T08:43:00Z</dcterms:modified>
</cp:coreProperties>
</file>