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2DB16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664B8EFE" w14:textId="5473073A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A64364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7BB9825B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16CAE654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00F2F55E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03BBCA41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564ACE72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0EDEBE8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1240AD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565BE409" w14:textId="77777777" w:rsidR="00653238" w:rsidRPr="00653238" w:rsidRDefault="00653238" w:rsidP="000A4358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E76A48" w:rsidRPr="00BB7D0B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FE4C6C">
        <w:rPr>
          <w:rFonts w:ascii="Arial" w:hAnsi="Arial" w:cs="Arial"/>
          <w:sz w:val="20"/>
          <w:szCs w:val="20"/>
        </w:rPr>
        <w:t>ředitel</w:t>
      </w:r>
      <w:r w:rsidR="00E76A48">
        <w:rPr>
          <w:rFonts w:ascii="Arial" w:hAnsi="Arial" w:cs="Arial"/>
          <w:sz w:val="20"/>
          <w:szCs w:val="20"/>
        </w:rPr>
        <w:t>ka</w:t>
      </w:r>
    </w:p>
    <w:p w14:paraId="1E480FCD" w14:textId="4A75256F" w:rsidR="00653238" w:rsidRPr="00653238" w:rsidRDefault="00653238" w:rsidP="000A4358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A64364">
        <w:rPr>
          <w:rFonts w:ascii="Arial" w:hAnsi="Arial" w:cs="Arial"/>
          <w:sz w:val="20"/>
          <w:szCs w:val="20"/>
        </w:rPr>
        <w:t>, a.s.</w:t>
      </w:r>
    </w:p>
    <w:p w14:paraId="4D92FFD7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1B6DC92D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DCB96AB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65FF75C" w14:textId="77777777"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0AA16B1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D958B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D24C1C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2AFD9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5A4F147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D21E0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5D70733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053C17C2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6D6813FD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4CD3B8AF" w14:textId="77777777"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>
        <w:rPr>
          <w:rFonts w:ascii="Arial" w:hAnsi="Arial" w:cs="Arial"/>
          <w:sz w:val="20"/>
          <w:szCs w:val="20"/>
        </w:rPr>
        <w:t>výběrového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0D1040">
        <w:rPr>
          <w:rFonts w:ascii="Arial" w:hAnsi="Arial" w:cs="Arial"/>
          <w:b/>
          <w:sz w:val="20"/>
          <w:szCs w:val="20"/>
          <w:lang w:val="cs-CZ"/>
        </w:rPr>
        <w:t>Společný</w:t>
      </w:r>
      <w:r w:rsidR="000275F9" w:rsidRPr="00FC69AD">
        <w:rPr>
          <w:rFonts w:ascii="Arial" w:hAnsi="Arial" w:cs="Arial"/>
          <w:b/>
          <w:sz w:val="20"/>
          <w:szCs w:val="20"/>
        </w:rPr>
        <w:t xml:space="preserve"> nákup kancelářských potřeb </w:t>
      </w:r>
      <w:r w:rsidR="003D356F" w:rsidRPr="00FC69AD">
        <w:rPr>
          <w:rFonts w:ascii="Arial" w:hAnsi="Arial" w:cs="Arial"/>
          <w:b/>
          <w:sz w:val="20"/>
          <w:szCs w:val="20"/>
          <w:lang w:val="cs-CZ"/>
        </w:rPr>
        <w:t>– Část B</w:t>
      </w:r>
      <w:r w:rsidR="003D356F">
        <w:rPr>
          <w:rFonts w:ascii="Arial" w:hAnsi="Arial" w:cs="Arial"/>
          <w:sz w:val="20"/>
          <w:szCs w:val="20"/>
          <w:lang w:val="cs-CZ"/>
        </w:rPr>
        <w:t xml:space="preserve"> </w:t>
      </w:r>
      <w:r w:rsidR="0040474E">
        <w:rPr>
          <w:rFonts w:ascii="Arial" w:hAnsi="Arial" w:cs="Arial"/>
          <w:sz w:val="20"/>
          <w:szCs w:val="20"/>
        </w:rPr>
        <w:t xml:space="preserve">zahájeného odesláním výzvy k podání nabídek </w:t>
      </w:r>
      <w:r w:rsidR="0040474E" w:rsidRPr="003D356F">
        <w:rPr>
          <w:rFonts w:ascii="Arial" w:hAnsi="Arial" w:cs="Arial"/>
          <w:sz w:val="20"/>
          <w:szCs w:val="20"/>
        </w:rPr>
        <w:t xml:space="preserve">dne </w:t>
      </w:r>
      <w:r w:rsidR="0030316F" w:rsidRPr="00FC69AD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14:paraId="7161017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31812D29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43AE40F5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0EFEC049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5E237CB8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127494A2" w14:textId="522DC4D9" w:rsidR="00D3684A" w:rsidRDefault="00653238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A64364">
        <w:rPr>
          <w:rFonts w:ascii="Arial" w:hAnsi="Arial" w:cs="Arial"/>
          <w:color w:val="000000"/>
        </w:rPr>
        <w:t>.</w:t>
      </w:r>
    </w:p>
    <w:p w14:paraId="1D76D303" w14:textId="77777777"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14:paraId="0BB30B48" w14:textId="40E5AD6C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</w:t>
      </w:r>
      <w:r w:rsidR="00A64364">
        <w:rPr>
          <w:rFonts w:ascii="Arial" w:hAnsi="Arial" w:cs="Arial"/>
          <w:color w:val="000000"/>
        </w:rPr>
        <w:t>,</w:t>
      </w:r>
      <w:r w:rsidRPr="00794447">
        <w:rPr>
          <w:rFonts w:ascii="Arial" w:hAnsi="Arial" w:cs="Arial"/>
          <w:color w:val="000000"/>
        </w:rPr>
        <w:t xml:space="preserve"> na základě jehož výsledku je uzavřena tato smlouva, zahrnuty do jeho nabídky.</w:t>
      </w:r>
    </w:p>
    <w:p w14:paraId="6EC48EFD" w14:textId="6A151FB5"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v souladu se zadávací dokumentací veřejné zakázky včetně všech jejích vysvětlení </w:t>
      </w:r>
      <w:r w:rsidR="00B013B3">
        <w:rPr>
          <w:rFonts w:ascii="Arial" w:hAnsi="Arial" w:cs="Arial"/>
          <w:color w:val="000000"/>
        </w:rPr>
        <w:t xml:space="preserve">nebo doplnění </w:t>
      </w:r>
      <w:r w:rsidR="00A64364">
        <w:rPr>
          <w:rFonts w:ascii="Arial" w:hAnsi="Arial" w:cs="Arial"/>
          <w:color w:val="000000"/>
        </w:rPr>
        <w:t>uveřejněných</w:t>
      </w:r>
      <w:r w:rsidR="00814BDF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zadavatelem.</w:t>
      </w:r>
    </w:p>
    <w:p w14:paraId="05AE64D8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0E5F595C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7AF3DC4F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7857C43F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5A10A756" w14:textId="135FB035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814BDF">
        <w:rPr>
          <w:rFonts w:ascii="Arial" w:hAnsi="Arial" w:cs="Arial"/>
          <w:color w:val="000000"/>
        </w:rPr>
        <w:t xml:space="preserve"> a dle této smlouvy.</w:t>
      </w:r>
    </w:p>
    <w:p w14:paraId="4BF07139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62346F85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10A73D0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7ADCE4BF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07405DDD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4B5D9F1B" w14:textId="58F7AEF4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013B3">
        <w:rPr>
          <w:rFonts w:ascii="Arial" w:hAnsi="Arial" w:cs="Arial"/>
          <w:color w:val="000000"/>
        </w:rPr>
        <w:t>, ne však dříve než 1. 3. 2023</w:t>
      </w:r>
      <w:r w:rsidR="00794447">
        <w:rPr>
          <w:rFonts w:ascii="Arial" w:hAnsi="Arial" w:cs="Arial"/>
          <w:color w:val="000000"/>
        </w:rPr>
        <w:t>.</w:t>
      </w:r>
    </w:p>
    <w:p w14:paraId="61ADB502" w14:textId="5330F205" w:rsidR="00C64F4F" w:rsidRDefault="00C64F4F" w:rsidP="00DE559A">
      <w:pPr>
        <w:pStyle w:val="Zkladntext"/>
        <w:numPr>
          <w:ilvl w:val="0"/>
          <w:numId w:val="1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B013B3">
        <w:rPr>
          <w:rFonts w:ascii="Arial" w:hAnsi="Arial" w:cs="Arial"/>
          <w:b/>
          <w:color w:val="000000"/>
        </w:rPr>
        <w:t>dvanáct</w:t>
      </w:r>
      <w:r w:rsidR="003D5276">
        <w:rPr>
          <w:rFonts w:ascii="Arial" w:hAnsi="Arial" w:cs="Arial"/>
          <w:b/>
          <w:color w:val="000000"/>
        </w:rPr>
        <w:t xml:space="preserve"> (</w:t>
      </w:r>
      <w:r w:rsidR="00B013B3">
        <w:rPr>
          <w:rFonts w:ascii="Arial" w:hAnsi="Arial" w:cs="Arial"/>
          <w:b/>
          <w:color w:val="000000"/>
        </w:rPr>
        <w:t>12</w:t>
      </w:r>
      <w:r w:rsidR="003D5276">
        <w:rPr>
          <w:rFonts w:ascii="Arial" w:hAnsi="Arial" w:cs="Arial"/>
          <w:b/>
          <w:color w:val="000000"/>
        </w:rPr>
        <w:t>)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B013B3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61ECC52B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5354E84C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7B60981A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43B81E3F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096D3A0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lastRenderedPageBreak/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3E57913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406A6B5B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4DA55860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E31AC8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675D0E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31AC8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5B3C3E4E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312F119A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C6A5D">
        <w:rPr>
          <w:rFonts w:ascii="Arial" w:hAnsi="Arial" w:cs="Arial"/>
          <w:b/>
          <w:bCs/>
          <w:color w:val="000000"/>
        </w:rPr>
        <w:t xml:space="preserve">Prodávající </w:t>
      </w:r>
      <w:r w:rsidR="00C64F4F" w:rsidRPr="006C6A5D">
        <w:rPr>
          <w:rFonts w:ascii="Arial" w:hAnsi="Arial" w:cs="Arial"/>
          <w:b/>
          <w:bCs/>
          <w:color w:val="000000"/>
        </w:rPr>
        <w:t xml:space="preserve">se zavazuje dodat konkrétní objednávku </w:t>
      </w:r>
      <w:r w:rsidRPr="006C6A5D">
        <w:rPr>
          <w:rFonts w:ascii="Arial" w:hAnsi="Arial" w:cs="Arial"/>
          <w:b/>
          <w:bCs/>
          <w:color w:val="000000"/>
        </w:rPr>
        <w:t xml:space="preserve">bezodkladně, </w:t>
      </w:r>
      <w:r w:rsidR="00867EAD" w:rsidRPr="006C6A5D">
        <w:rPr>
          <w:rFonts w:ascii="Arial" w:hAnsi="Arial" w:cs="Arial"/>
          <w:b/>
          <w:bCs/>
          <w:color w:val="000000"/>
        </w:rPr>
        <w:t xml:space="preserve">nejpozději </w:t>
      </w:r>
      <w:r w:rsidRPr="006C6A5D">
        <w:rPr>
          <w:rFonts w:ascii="Arial" w:hAnsi="Arial" w:cs="Arial"/>
          <w:b/>
          <w:bCs/>
          <w:color w:val="000000"/>
        </w:rPr>
        <w:t xml:space="preserve">však do </w:t>
      </w:r>
      <w:r w:rsidR="00F511EB" w:rsidRPr="006C6A5D">
        <w:rPr>
          <w:rFonts w:ascii="Arial" w:hAnsi="Arial" w:cs="Arial"/>
          <w:b/>
          <w:bCs/>
          <w:color w:val="000000"/>
        </w:rPr>
        <w:t xml:space="preserve">5 pracovních </w:t>
      </w:r>
      <w:r w:rsidR="00C64F4F" w:rsidRPr="006C6A5D">
        <w:rPr>
          <w:rFonts w:ascii="Arial" w:hAnsi="Arial" w:cs="Arial"/>
          <w:b/>
          <w:bCs/>
          <w:color w:val="000000"/>
        </w:rPr>
        <w:t xml:space="preserve">dnů </w:t>
      </w:r>
      <w:r w:rsidR="00A367A6" w:rsidRPr="006C6A5D">
        <w:rPr>
          <w:rFonts w:ascii="Arial" w:hAnsi="Arial" w:cs="Arial"/>
          <w:b/>
          <w:bCs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75C2FD8F" w14:textId="7D1380D4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 plnění</w:t>
      </w:r>
      <w:r w:rsidR="00E31AC8">
        <w:rPr>
          <w:rFonts w:ascii="Arial" w:hAnsi="Arial" w:cs="Arial"/>
          <w:color w:val="000000"/>
        </w:rPr>
        <w:t>, a to až do určené kanceláře,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814BDF">
        <w:rPr>
          <w:rFonts w:ascii="Arial" w:hAnsi="Arial" w:cs="Arial"/>
          <w:color w:val="000000"/>
        </w:rPr>
        <w:t xml:space="preserve"> dle této smlouvy</w:t>
      </w:r>
      <w:r>
        <w:rPr>
          <w:rFonts w:ascii="Arial" w:hAnsi="Arial" w:cs="Arial"/>
          <w:color w:val="000000"/>
        </w:rPr>
        <w:t>.</w:t>
      </w:r>
    </w:p>
    <w:p w14:paraId="54865521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407CA855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09529A73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40FBF1E3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1C7B6F94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67439A3" w14:textId="3216C303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</w:t>
      </w:r>
      <w:r w:rsidR="00814BDF">
        <w:rPr>
          <w:rFonts w:ascii="Arial" w:hAnsi="Arial" w:cs="Arial"/>
          <w:color w:val="000000"/>
        </w:rPr>
        <w:t xml:space="preserve"> od jeho převzetím kupujícím</w:t>
      </w:r>
      <w:r>
        <w:rPr>
          <w:rFonts w:ascii="Arial" w:hAnsi="Arial" w:cs="Arial"/>
          <w:color w:val="000000"/>
        </w:rPr>
        <w:t>.</w:t>
      </w:r>
    </w:p>
    <w:p w14:paraId="63D33F7C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3A3759C1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787B158E" w14:textId="391B8A74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814BDF">
        <w:rPr>
          <w:rFonts w:ascii="Arial" w:hAnsi="Arial" w:cs="Arial"/>
          <w:color w:val="000000"/>
        </w:rPr>
        <w:t xml:space="preserve">kupujícího, uvedené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r w:rsidR="00475BFB">
        <w:rPr>
          <w:rFonts w:ascii="Arial" w:hAnsi="Arial" w:cs="Arial"/>
          <w:color w:val="000000"/>
        </w:rPr>
        <w:t>, příp. jeho organizační jednotka.</w:t>
      </w:r>
    </w:p>
    <w:p w14:paraId="24F6DDA0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2DA1127A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4E9383" w14:textId="59FD219B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</w:t>
      </w:r>
      <w:r w:rsidR="00814BDF">
        <w:rPr>
          <w:rFonts w:ascii="Arial" w:hAnsi="Arial" w:cs="Arial"/>
          <w:color w:val="000000"/>
        </w:rPr>
        <w:t> </w:t>
      </w:r>
      <w:r w:rsidR="003A752E" w:rsidRPr="0023558D">
        <w:rPr>
          <w:rFonts w:ascii="Arial" w:hAnsi="Arial" w:cs="Arial"/>
          <w:color w:val="000000"/>
        </w:rPr>
        <w:t>požadavk</w:t>
      </w:r>
      <w:r>
        <w:rPr>
          <w:rFonts w:ascii="Arial" w:hAnsi="Arial" w:cs="Arial"/>
          <w:color w:val="000000"/>
        </w:rPr>
        <w:t>y</w:t>
      </w:r>
      <w:r w:rsidR="00814BDF">
        <w:rPr>
          <w:rFonts w:ascii="Arial" w:hAnsi="Arial" w:cs="Arial"/>
          <w:color w:val="000000"/>
        </w:rPr>
        <w:t xml:space="preserve"> kupujícího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814BDF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3C7DBD1D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3ECCE80A" w14:textId="7E4C81EA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kupujícím</w:t>
      </w:r>
      <w:r w:rsidR="00814BDF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7" w:history="1">
        <w:r w:rsidRPr="00FC69AD">
          <w:rPr>
            <w:rStyle w:val="Hypertextovodkaz"/>
            <w:rFonts w:ascii="Arial" w:hAnsi="Arial" w:cs="Arial"/>
          </w:rPr>
          <w:t>vz@cirihk.cz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5EE8DB1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3BBE92C6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191176B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4E05356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38DFB812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79A54EB8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08BA12D4" w14:textId="16936738" w:rsidR="00814BDF" w:rsidRPr="0023558D" w:rsidRDefault="00814BDF" w:rsidP="00814BDF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 xml:space="preserve">získané realizací této smlouvy a jednotlivých objednávek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4B7A10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55C9F449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3FAD6FB5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1AFC15FD" w14:textId="1C4C6C13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464E3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64E3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64E35">
        <w:rPr>
          <w:rFonts w:ascii="Arial" w:hAnsi="Arial" w:cs="Arial"/>
          <w:color w:val="000000"/>
        </w:rPr>
        <w:t xml:space="preserve"> %. </w:t>
      </w:r>
      <w:r w:rsidR="00464E35" w:rsidRPr="006C6A5D">
        <w:rPr>
          <w:rFonts w:ascii="Arial" w:hAnsi="Arial" w:cs="Arial"/>
          <w:b/>
          <w:bCs/>
          <w:color w:val="000000"/>
        </w:rPr>
        <w:t>Celková cena za plnění dle této smlouvy nesmí přesáhnout 900.000 Kč bez DPH.</w:t>
      </w:r>
    </w:p>
    <w:p w14:paraId="43119124" w14:textId="3B4B6F84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814BDF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3AE9CA78" w14:textId="66A9DE81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00626A">
        <w:rPr>
          <w:rFonts w:ascii="Arial" w:hAnsi="Arial" w:cs="Arial"/>
          <w:color w:val="000000"/>
        </w:rPr>
        <w:t xml:space="preserve"> a následným uplatněním slevy dle </w:t>
      </w:r>
      <w:r w:rsidR="00814BDF">
        <w:rPr>
          <w:rFonts w:ascii="Arial" w:hAnsi="Arial" w:cs="Arial"/>
          <w:color w:val="000000"/>
        </w:rPr>
        <w:t xml:space="preserve">odst. 1 </w:t>
      </w:r>
      <w:r w:rsidR="0000626A">
        <w:rPr>
          <w:rFonts w:ascii="Arial" w:hAnsi="Arial" w:cs="Arial"/>
          <w:color w:val="000000"/>
        </w:rPr>
        <w:t>tohoto článku</w:t>
      </w:r>
      <w:r w:rsidR="0000626A" w:rsidRPr="00E51CA6">
        <w:rPr>
          <w:rFonts w:ascii="Arial" w:hAnsi="Arial" w:cs="Arial"/>
          <w:color w:val="000000"/>
        </w:rPr>
        <w:t>.</w:t>
      </w:r>
    </w:p>
    <w:p w14:paraId="75247051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11F5CE63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lastRenderedPageBreak/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1DFB624A" w14:textId="1DC9E8B6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Prodávající bude předkládat příslušnému objednateli faktury - daňové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814BDF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4FF67ECF" w14:textId="5CCD2C38" w:rsidR="00E51CA6" w:rsidRPr="00E51CA6" w:rsidRDefault="00814BDF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E6BA171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421D4883" w14:textId="0EEB1809" w:rsidR="00B065B3" w:rsidRPr="00E51CA6" w:rsidRDefault="00814BDF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7873A8F8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08263B11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3DB4B027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57D68BC1" w14:textId="5BEDB819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814BDF" w:rsidRPr="00814BDF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či v případech stanovených touto smlouvou</w:t>
      </w:r>
      <w:r w:rsidR="00814BDF" w:rsidRPr="00EB47AD">
        <w:rPr>
          <w:rFonts w:ascii="Arial" w:hAnsi="Arial" w:cs="Arial"/>
          <w:color w:val="000000"/>
        </w:rPr>
        <w:t>.</w:t>
      </w:r>
    </w:p>
    <w:p w14:paraId="5CBC3ECF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3CC260EB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80CE96C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726383BC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6EC1C9A4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1B618CA5" w14:textId="672193D1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814BDF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602B1B4E" w14:textId="12D48455" w:rsidR="00DE559A" w:rsidRPr="00B1130F" w:rsidRDefault="00DE559A" w:rsidP="00DE559A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>případě porušení</w:t>
      </w:r>
      <w:r w:rsidRPr="00B1130F">
        <w:rPr>
          <w:rFonts w:ascii="Arial" w:hAnsi="Arial" w:cs="Arial"/>
          <w:color w:val="000000"/>
        </w:rPr>
        <w:t xml:space="preserve"> povinnosti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odst. 2 až </w:t>
      </w:r>
      <w:r w:rsidR="00814BDF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této smlouvy je prodávající povinen zaplatit smluvní pokutu ve výši 10.000 Kč za každý zjištěný případ</w:t>
      </w:r>
      <w:r>
        <w:rPr>
          <w:rFonts w:ascii="Arial" w:hAnsi="Arial" w:cs="Arial"/>
          <w:color w:val="000000"/>
        </w:rPr>
        <w:t xml:space="preserve"> porušení povinnosti</w:t>
      </w:r>
      <w:r w:rsidRPr="00B1130F">
        <w:rPr>
          <w:rFonts w:ascii="Arial" w:hAnsi="Arial" w:cs="Arial"/>
          <w:color w:val="000000"/>
        </w:rPr>
        <w:t xml:space="preserve">. </w:t>
      </w:r>
    </w:p>
    <w:p w14:paraId="085D575C" w14:textId="68EEA078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814BDF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345208D" w14:textId="18AFF349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4DFE887B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38C6A68F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37F0878D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218D10A1" w14:textId="62D66959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3BC3B340" w14:textId="6D1B137D" w:rsidR="00BB480E" w:rsidRPr="00B1130F" w:rsidRDefault="008C3984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</w:t>
      </w:r>
      <w:r w:rsidR="00BE0CA1" w:rsidRPr="00B1130F">
        <w:rPr>
          <w:rFonts w:ascii="Arial" w:hAnsi="Arial" w:cs="Arial"/>
          <w:color w:val="000000"/>
        </w:rPr>
        <w:t>.</w:t>
      </w:r>
    </w:p>
    <w:p w14:paraId="5DC07205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3AE30681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327D50CA" w14:textId="1387B0B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C912BA1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38437596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0F02DAE1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7B93A5FA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A831A4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000F" w14:textId="77777777" w:rsidR="00DF68C9" w:rsidRDefault="00DF68C9">
      <w:r>
        <w:separator/>
      </w:r>
    </w:p>
    <w:p w14:paraId="5B603FA6" w14:textId="77777777" w:rsidR="00DF68C9" w:rsidRDefault="00DF68C9"/>
  </w:endnote>
  <w:endnote w:type="continuationSeparator" w:id="0">
    <w:p w14:paraId="6400B1DD" w14:textId="77777777" w:rsidR="00DF68C9" w:rsidRDefault="00DF68C9">
      <w:r>
        <w:continuationSeparator/>
      </w:r>
    </w:p>
    <w:p w14:paraId="09B45BC2" w14:textId="77777777" w:rsidR="00DF68C9" w:rsidRDefault="00DF6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6CDE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814BDF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814BDF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6DE8" w14:textId="77777777" w:rsidR="00DF68C9" w:rsidRDefault="00DF68C9">
      <w:r>
        <w:separator/>
      </w:r>
    </w:p>
    <w:p w14:paraId="6AF64940" w14:textId="77777777" w:rsidR="00DF68C9" w:rsidRDefault="00DF68C9"/>
  </w:footnote>
  <w:footnote w:type="continuationSeparator" w:id="0">
    <w:p w14:paraId="1188D0C2" w14:textId="77777777" w:rsidR="00DF68C9" w:rsidRDefault="00DF68C9">
      <w:r>
        <w:continuationSeparator/>
      </w:r>
    </w:p>
    <w:p w14:paraId="48BD5846" w14:textId="77777777" w:rsidR="00DF68C9" w:rsidRDefault="00DF6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B48C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3E1869"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t xml:space="preserve"> </w:t>
    </w:r>
    <w:r w:rsidR="0030316F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1346945">
    <w:abstractNumId w:val="23"/>
  </w:num>
  <w:num w:numId="2" w16cid:durableId="94794468">
    <w:abstractNumId w:val="19"/>
  </w:num>
  <w:num w:numId="3" w16cid:durableId="1430658860">
    <w:abstractNumId w:val="24"/>
  </w:num>
  <w:num w:numId="4" w16cid:durableId="404648702">
    <w:abstractNumId w:val="1"/>
  </w:num>
  <w:num w:numId="5" w16cid:durableId="920715665">
    <w:abstractNumId w:val="3"/>
  </w:num>
  <w:num w:numId="6" w16cid:durableId="917907933">
    <w:abstractNumId w:val="9"/>
  </w:num>
  <w:num w:numId="7" w16cid:durableId="676880369">
    <w:abstractNumId w:val="0"/>
  </w:num>
  <w:num w:numId="8" w16cid:durableId="1965958949">
    <w:abstractNumId w:val="27"/>
  </w:num>
  <w:num w:numId="9" w16cid:durableId="1166092351">
    <w:abstractNumId w:val="17"/>
  </w:num>
  <w:num w:numId="10" w16cid:durableId="233704028">
    <w:abstractNumId w:val="10"/>
  </w:num>
  <w:num w:numId="11" w16cid:durableId="999238981">
    <w:abstractNumId w:val="18"/>
  </w:num>
  <w:num w:numId="12" w16cid:durableId="2012483165">
    <w:abstractNumId w:val="12"/>
  </w:num>
  <w:num w:numId="13" w16cid:durableId="1229997658">
    <w:abstractNumId w:val="8"/>
  </w:num>
  <w:num w:numId="14" w16cid:durableId="1735274945">
    <w:abstractNumId w:val="6"/>
  </w:num>
  <w:num w:numId="15" w16cid:durableId="2097823637">
    <w:abstractNumId w:val="16"/>
  </w:num>
  <w:num w:numId="16" w16cid:durableId="744911445">
    <w:abstractNumId w:val="14"/>
  </w:num>
  <w:num w:numId="17" w16cid:durableId="1365859652">
    <w:abstractNumId w:val="28"/>
  </w:num>
  <w:num w:numId="18" w16cid:durableId="1499032016">
    <w:abstractNumId w:val="2"/>
  </w:num>
  <w:num w:numId="19" w16cid:durableId="985621736">
    <w:abstractNumId w:val="26"/>
  </w:num>
  <w:num w:numId="20" w16cid:durableId="1397556677">
    <w:abstractNumId w:val="11"/>
  </w:num>
  <w:num w:numId="21" w16cid:durableId="134105729">
    <w:abstractNumId w:val="7"/>
  </w:num>
  <w:num w:numId="22" w16cid:durableId="1250847484">
    <w:abstractNumId w:val="21"/>
  </w:num>
  <w:num w:numId="23" w16cid:durableId="256794926">
    <w:abstractNumId w:val="5"/>
  </w:num>
  <w:num w:numId="24" w16cid:durableId="283123892">
    <w:abstractNumId w:val="25"/>
  </w:num>
  <w:num w:numId="25" w16cid:durableId="1692729981">
    <w:abstractNumId w:val="22"/>
  </w:num>
  <w:num w:numId="26" w16cid:durableId="1572542923">
    <w:abstractNumId w:val="13"/>
  </w:num>
  <w:num w:numId="27" w16cid:durableId="1563904386">
    <w:abstractNumId w:val="20"/>
  </w:num>
  <w:num w:numId="28" w16cid:durableId="1670257504">
    <w:abstractNumId w:val="15"/>
  </w:num>
  <w:num w:numId="29" w16cid:durableId="267469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52E"/>
    <w:rsid w:val="0000626A"/>
    <w:rsid w:val="00017996"/>
    <w:rsid w:val="000275F9"/>
    <w:rsid w:val="000309F5"/>
    <w:rsid w:val="00046137"/>
    <w:rsid w:val="000529C0"/>
    <w:rsid w:val="0008079E"/>
    <w:rsid w:val="000849AF"/>
    <w:rsid w:val="00084A5D"/>
    <w:rsid w:val="000869A7"/>
    <w:rsid w:val="000970D0"/>
    <w:rsid w:val="000A4358"/>
    <w:rsid w:val="000B14CB"/>
    <w:rsid w:val="000B1D17"/>
    <w:rsid w:val="000B1FAB"/>
    <w:rsid w:val="000B3C25"/>
    <w:rsid w:val="000C2D58"/>
    <w:rsid w:val="000D1040"/>
    <w:rsid w:val="000E2B61"/>
    <w:rsid w:val="000E2DD9"/>
    <w:rsid w:val="000F2F70"/>
    <w:rsid w:val="000F52D0"/>
    <w:rsid w:val="000F60A8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3A80"/>
    <w:rsid w:val="00195278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C715B"/>
    <w:rsid w:val="001D1EBA"/>
    <w:rsid w:val="001E26CD"/>
    <w:rsid w:val="001E5571"/>
    <w:rsid w:val="001F0587"/>
    <w:rsid w:val="001F3668"/>
    <w:rsid w:val="00212DF6"/>
    <w:rsid w:val="00213143"/>
    <w:rsid w:val="002142D6"/>
    <w:rsid w:val="0023516D"/>
    <w:rsid w:val="0023558D"/>
    <w:rsid w:val="00236FAE"/>
    <w:rsid w:val="00264DC2"/>
    <w:rsid w:val="00286294"/>
    <w:rsid w:val="00286AE3"/>
    <w:rsid w:val="002931EE"/>
    <w:rsid w:val="00295791"/>
    <w:rsid w:val="00295C2E"/>
    <w:rsid w:val="00295C85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E042E"/>
    <w:rsid w:val="002E6F14"/>
    <w:rsid w:val="002E751B"/>
    <w:rsid w:val="002E7D1C"/>
    <w:rsid w:val="002F7F26"/>
    <w:rsid w:val="0030316F"/>
    <w:rsid w:val="00310511"/>
    <w:rsid w:val="00316970"/>
    <w:rsid w:val="003449D5"/>
    <w:rsid w:val="003621F1"/>
    <w:rsid w:val="003728CB"/>
    <w:rsid w:val="0037645E"/>
    <w:rsid w:val="0038014C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5276"/>
    <w:rsid w:val="003D712D"/>
    <w:rsid w:val="003E1869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62428"/>
    <w:rsid w:val="00464D5E"/>
    <w:rsid w:val="00464E35"/>
    <w:rsid w:val="004725DC"/>
    <w:rsid w:val="00475BFB"/>
    <w:rsid w:val="00483D14"/>
    <w:rsid w:val="004933AD"/>
    <w:rsid w:val="004A21A0"/>
    <w:rsid w:val="004A34FF"/>
    <w:rsid w:val="004B1CCC"/>
    <w:rsid w:val="004B2C3B"/>
    <w:rsid w:val="004B49A9"/>
    <w:rsid w:val="004B5E3D"/>
    <w:rsid w:val="004B641B"/>
    <w:rsid w:val="004B7A10"/>
    <w:rsid w:val="004C6C06"/>
    <w:rsid w:val="004E5C36"/>
    <w:rsid w:val="004F00F7"/>
    <w:rsid w:val="00504FEE"/>
    <w:rsid w:val="00511A0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E1719"/>
    <w:rsid w:val="005E4D5F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7982"/>
    <w:rsid w:val="006C03F2"/>
    <w:rsid w:val="006C6A5D"/>
    <w:rsid w:val="006E3B3E"/>
    <w:rsid w:val="006F6DB5"/>
    <w:rsid w:val="00703F21"/>
    <w:rsid w:val="0071101D"/>
    <w:rsid w:val="00720E4E"/>
    <w:rsid w:val="00727705"/>
    <w:rsid w:val="00734548"/>
    <w:rsid w:val="00741E81"/>
    <w:rsid w:val="00770982"/>
    <w:rsid w:val="00773519"/>
    <w:rsid w:val="00790AA4"/>
    <w:rsid w:val="007926CF"/>
    <w:rsid w:val="00794447"/>
    <w:rsid w:val="007A075D"/>
    <w:rsid w:val="007B44B4"/>
    <w:rsid w:val="007B5C7F"/>
    <w:rsid w:val="007D2E36"/>
    <w:rsid w:val="007F03AB"/>
    <w:rsid w:val="007F1E58"/>
    <w:rsid w:val="007F21D1"/>
    <w:rsid w:val="007F5E57"/>
    <w:rsid w:val="007F7633"/>
    <w:rsid w:val="0080675C"/>
    <w:rsid w:val="008133A9"/>
    <w:rsid w:val="00814BDF"/>
    <w:rsid w:val="00815251"/>
    <w:rsid w:val="0081581F"/>
    <w:rsid w:val="00816986"/>
    <w:rsid w:val="0082761D"/>
    <w:rsid w:val="00827E1A"/>
    <w:rsid w:val="00834904"/>
    <w:rsid w:val="00837552"/>
    <w:rsid w:val="0084232F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398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25A3D"/>
    <w:rsid w:val="0093410C"/>
    <w:rsid w:val="009418CF"/>
    <w:rsid w:val="0094645F"/>
    <w:rsid w:val="00961081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3D25"/>
    <w:rsid w:val="009A41AC"/>
    <w:rsid w:val="009A634F"/>
    <w:rsid w:val="009B02E1"/>
    <w:rsid w:val="009C06B3"/>
    <w:rsid w:val="009C28F0"/>
    <w:rsid w:val="009C5306"/>
    <w:rsid w:val="009D6C45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364"/>
    <w:rsid w:val="00A64E43"/>
    <w:rsid w:val="00A75A4E"/>
    <w:rsid w:val="00A81646"/>
    <w:rsid w:val="00A830D2"/>
    <w:rsid w:val="00A831A4"/>
    <w:rsid w:val="00A863FB"/>
    <w:rsid w:val="00AC4D9C"/>
    <w:rsid w:val="00AC65D5"/>
    <w:rsid w:val="00AD3AA6"/>
    <w:rsid w:val="00AE4D05"/>
    <w:rsid w:val="00AF48B3"/>
    <w:rsid w:val="00B013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2106A"/>
    <w:rsid w:val="00C249CB"/>
    <w:rsid w:val="00C37D21"/>
    <w:rsid w:val="00C45507"/>
    <w:rsid w:val="00C45520"/>
    <w:rsid w:val="00C4757E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E3"/>
    <w:rsid w:val="00CB3696"/>
    <w:rsid w:val="00CE58DA"/>
    <w:rsid w:val="00D07BF0"/>
    <w:rsid w:val="00D171E8"/>
    <w:rsid w:val="00D21335"/>
    <w:rsid w:val="00D2318D"/>
    <w:rsid w:val="00D32918"/>
    <w:rsid w:val="00D36256"/>
    <w:rsid w:val="00D3684A"/>
    <w:rsid w:val="00D43B1F"/>
    <w:rsid w:val="00D5406D"/>
    <w:rsid w:val="00D55834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E559A"/>
    <w:rsid w:val="00DE7132"/>
    <w:rsid w:val="00DF20E9"/>
    <w:rsid w:val="00DF68C9"/>
    <w:rsid w:val="00E20716"/>
    <w:rsid w:val="00E2324C"/>
    <w:rsid w:val="00E31AC8"/>
    <w:rsid w:val="00E34930"/>
    <w:rsid w:val="00E34AA3"/>
    <w:rsid w:val="00E34F77"/>
    <w:rsid w:val="00E36213"/>
    <w:rsid w:val="00E4174E"/>
    <w:rsid w:val="00E51CA6"/>
    <w:rsid w:val="00E551DC"/>
    <w:rsid w:val="00E55C34"/>
    <w:rsid w:val="00E60E84"/>
    <w:rsid w:val="00E62313"/>
    <w:rsid w:val="00E72C6F"/>
    <w:rsid w:val="00E76A48"/>
    <w:rsid w:val="00E8035F"/>
    <w:rsid w:val="00E84C3E"/>
    <w:rsid w:val="00E86BDA"/>
    <w:rsid w:val="00E9204D"/>
    <w:rsid w:val="00E93EB2"/>
    <w:rsid w:val="00EA06A7"/>
    <w:rsid w:val="00EA0DA5"/>
    <w:rsid w:val="00EB47AD"/>
    <w:rsid w:val="00EC4B4B"/>
    <w:rsid w:val="00EC51B6"/>
    <w:rsid w:val="00EC688E"/>
    <w:rsid w:val="00EC7E17"/>
    <w:rsid w:val="00ED0391"/>
    <w:rsid w:val="00ED2516"/>
    <w:rsid w:val="00EE1011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6C41"/>
    <w:rsid w:val="00FB0194"/>
    <w:rsid w:val="00FB3B47"/>
    <w:rsid w:val="00FB4B87"/>
    <w:rsid w:val="00FC2CA7"/>
    <w:rsid w:val="00FC3FC8"/>
    <w:rsid w:val="00FC4822"/>
    <w:rsid w:val="00FC69AD"/>
    <w:rsid w:val="00FD5A0B"/>
    <w:rsid w:val="00FE4C6C"/>
    <w:rsid w:val="00FE5A61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38BBF"/>
  <w15:docId w15:val="{7A699D7C-4802-4590-A0B1-267BE6C0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0A43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69</TotalTime>
  <Pages>1</Pages>
  <Words>2174</Words>
  <Characters>12833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14978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Voženílek Pavel</cp:lastModifiedBy>
  <cp:revision>40</cp:revision>
  <cp:lastPrinted>2021-11-09T13:29:00Z</cp:lastPrinted>
  <dcterms:created xsi:type="dcterms:W3CDTF">2018-10-09T14:55:00Z</dcterms:created>
  <dcterms:modified xsi:type="dcterms:W3CDTF">2023-01-30T11:12:00Z</dcterms:modified>
</cp:coreProperties>
</file>