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D0554" w14:textId="77777777" w:rsidR="00213151" w:rsidRPr="00BC236D" w:rsidRDefault="00213151" w:rsidP="00213151">
      <w:pPr>
        <w:spacing w:before="0" w:after="220" w:line="240" w:lineRule="auto"/>
        <w:jc w:val="center"/>
        <w:rPr>
          <w:rFonts w:ascii="Arial" w:hAnsi="Arial" w:cs="Arial"/>
          <w:b/>
          <w:szCs w:val="22"/>
        </w:rPr>
      </w:pPr>
      <w:r w:rsidRPr="00D83EDB">
        <w:rPr>
          <w:rFonts w:ascii="Arial" w:hAnsi="Arial" w:cs="Arial"/>
          <w:b/>
          <w:szCs w:val="22"/>
        </w:rPr>
        <w:t>Příloha č. 1</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roofErr w:type="gramStart"/>
      <w:r>
        <w:t>…..</w:t>
      </w:r>
      <w:proofErr w:type="gramEnd"/>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02F62F4C" w:rsidR="00333164" w:rsidRDefault="00333164" w:rsidP="00F56496">
      <w:pPr>
        <w:widowControl w:val="0"/>
        <w:rPr>
          <w:rFonts w:eastAsia="Calibri" w:cs="Calibri"/>
          <w:szCs w:val="22"/>
        </w:rPr>
      </w:pPr>
      <w:r>
        <w:rPr>
          <w:rFonts w:eastAsia="Calibri" w:cs="Calibri"/>
          <w:szCs w:val="22"/>
        </w:rPr>
        <w:t xml:space="preserve">zastoupený: </w:t>
      </w:r>
      <w:r w:rsidR="00902B54" w:rsidRPr="000D0AD7">
        <w:rPr>
          <w:rFonts w:eastAsia="Calibri" w:cs="Calibri"/>
          <w:szCs w:val="22"/>
        </w:rPr>
        <w:t>Mgr. Martin</w:t>
      </w:r>
      <w:r w:rsidR="00902B54">
        <w:rPr>
          <w:rFonts w:eastAsia="Calibri" w:cs="Calibri"/>
          <w:szCs w:val="22"/>
        </w:rPr>
        <w:t>em</w:t>
      </w:r>
      <w:r w:rsidR="00902B54" w:rsidRPr="000D0AD7">
        <w:rPr>
          <w:rFonts w:eastAsia="Calibri" w:cs="Calibri"/>
          <w:szCs w:val="22"/>
        </w:rPr>
        <w:t xml:space="preserve"> Červíčk</w:t>
      </w:r>
      <w:r w:rsidR="00902B54">
        <w:rPr>
          <w:rFonts w:eastAsia="Calibri" w:cs="Calibri"/>
          <w:szCs w:val="22"/>
        </w:rPr>
        <w:t>em, hejtmanem</w:t>
      </w:r>
      <w:bookmarkStart w:id="0" w:name="_GoBack"/>
      <w:bookmarkEnd w:id="0"/>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2A63B61E" w:rsidR="008E5832" w:rsidRPr="008E5832" w:rsidRDefault="008E5832" w:rsidP="00902B54">
      <w:pPr>
        <w:pStyle w:val="Nadpis2"/>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BE46A0" w:rsidRPr="00BE46A0">
        <w:rPr>
          <w:b/>
        </w:rPr>
        <w:t xml:space="preserve">16 - </w:t>
      </w:r>
      <w:r w:rsidR="00902B54" w:rsidRPr="00902B54">
        <w:rPr>
          <w:b/>
        </w:rPr>
        <w:t xml:space="preserve">Práce s předsudky a stereotypy v sociálních službách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035A60D" w:rsidR="00E17484" w:rsidRDefault="00E17484" w:rsidP="00902B54">
      <w:pPr>
        <w:pStyle w:val="Nadpis2"/>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BE46A0" w:rsidRPr="00BE46A0">
        <w:rPr>
          <w:b/>
        </w:rPr>
        <w:t xml:space="preserve">16 - </w:t>
      </w:r>
      <w:r w:rsidR="00902B54" w:rsidRPr="00902B54">
        <w:rPr>
          <w:b/>
        </w:rPr>
        <w:t>Práce s předsudky a stereotypy v sociálních službách</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902B54">
      <w:rPr>
        <w:noProof/>
      </w:rPr>
      <w:t>13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3151"/>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02B54"/>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E46A0"/>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8DABD-F390-419D-8F82-BB38083EA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4355</Words>
  <Characters>25795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30090</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16</cp:revision>
  <cp:lastPrinted>2019-03-06T09:27:00Z</cp:lastPrinted>
  <dcterms:created xsi:type="dcterms:W3CDTF">2020-09-21T09:56:00Z</dcterms:created>
  <dcterms:modified xsi:type="dcterms:W3CDTF">2021-06-06T14:35:00Z</dcterms:modified>
</cp:coreProperties>
</file>