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330C0" w14:textId="77777777" w:rsidR="009A7E3B" w:rsidRDefault="009A7E3B" w:rsidP="009A7E3B">
      <w:pPr>
        <w:jc w:val="center"/>
        <w:rPr>
          <w:rFonts w:ascii="Arial" w:hAnsi="Arial" w:cs="Arial"/>
          <w:b/>
        </w:rPr>
      </w:pPr>
    </w:p>
    <w:p w14:paraId="05C6DCE8" w14:textId="55A5087B" w:rsidR="009A7E3B" w:rsidRPr="00322971" w:rsidRDefault="009A7E3B" w:rsidP="009A7E3B">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196EE201" w:rsidR="00D767F5" w:rsidRPr="00D767F5" w:rsidRDefault="00D767F5" w:rsidP="00D767F5">
      <w:pPr>
        <w:jc w:val="center"/>
      </w:pPr>
      <w:bookmarkStart w:id="0" w:name="_GoBack"/>
      <w:r>
        <w:t xml:space="preserve">Číslo smlouvy </w:t>
      </w:r>
      <w:r w:rsidR="00B051ED">
        <w:t>DS2121/01767</w:t>
      </w:r>
    </w:p>
    <w:bookmarkEnd w:id="0"/>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497A878A" w:rsidR="00333164" w:rsidRDefault="00333164" w:rsidP="00F56496">
      <w:pPr>
        <w:widowControl w:val="0"/>
        <w:rPr>
          <w:rFonts w:eastAsia="Calibri" w:cs="Calibri"/>
          <w:szCs w:val="22"/>
        </w:rPr>
      </w:pPr>
      <w:r>
        <w:rPr>
          <w:rFonts w:eastAsia="Calibri" w:cs="Calibri"/>
          <w:szCs w:val="22"/>
        </w:rPr>
        <w:t xml:space="preserve">zastoupený: </w:t>
      </w:r>
      <w:r w:rsidR="000D0AD7" w:rsidRPr="000D0AD7">
        <w:rPr>
          <w:rFonts w:eastAsia="Calibri" w:cs="Calibri"/>
          <w:szCs w:val="22"/>
        </w:rPr>
        <w:t>Mgr. Martin</w:t>
      </w:r>
      <w:r w:rsidR="000D0AD7">
        <w:rPr>
          <w:rFonts w:eastAsia="Calibri" w:cs="Calibri"/>
          <w:szCs w:val="22"/>
        </w:rPr>
        <w:t>em</w:t>
      </w:r>
      <w:r w:rsidR="000D0AD7" w:rsidRPr="000D0AD7">
        <w:rPr>
          <w:rFonts w:eastAsia="Calibri" w:cs="Calibri"/>
          <w:szCs w:val="22"/>
        </w:rPr>
        <w:t xml:space="preserve"> Červíčk</w:t>
      </w:r>
      <w:r w:rsidR="000D0AD7">
        <w:rPr>
          <w:rFonts w:eastAsia="Calibri" w:cs="Calibri"/>
          <w:szCs w:val="22"/>
        </w:rPr>
        <w:t>em</w:t>
      </w:r>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61117CD2"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w:t>
      </w:r>
      <w:r w:rsidR="00220B66" w:rsidRPr="00220B66">
        <w:rPr>
          <w:b/>
        </w:rPr>
        <w:t>dílčí část 2 - Týmová spolupráce</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3DF17851" w14:textId="77777777" w:rsidR="004D7A1E" w:rsidRPr="004D7A1E" w:rsidRDefault="004D7A1E" w:rsidP="0084326A">
      <w:pPr>
        <w:widowControl w:val="0"/>
      </w:pP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B12E037"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w:t>
      </w:r>
      <w:r w:rsidR="00220B66" w:rsidRPr="00220B66">
        <w:rPr>
          <w:b/>
        </w:rPr>
        <w:t>dílčí část 2 - Týmová spolupráce</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B051ED">
      <w:rPr>
        <w:noProof/>
      </w:rPr>
      <w:t>5</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0AD7"/>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0B66"/>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A7E3B"/>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051ED"/>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CE421-784A-4DC9-B593-0044A33C7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44</TotalTime>
  <Pages>13</Pages>
  <Words>4343</Words>
  <Characters>25737</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30020</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13</cp:revision>
  <cp:lastPrinted>2019-03-06T09:27:00Z</cp:lastPrinted>
  <dcterms:created xsi:type="dcterms:W3CDTF">2020-09-21T09:56:00Z</dcterms:created>
  <dcterms:modified xsi:type="dcterms:W3CDTF">2021-06-07T05:59:00Z</dcterms:modified>
</cp:coreProperties>
</file>