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ACC85" w14:textId="77777777" w:rsidR="00660AB0" w:rsidRPr="00506B58" w:rsidRDefault="00660AB0" w:rsidP="00F56496">
      <w:pPr>
        <w:widowControl w:val="0"/>
      </w:pPr>
    </w:p>
    <w:p w14:paraId="3FB370BE" w14:textId="77777777" w:rsidR="00A52155" w:rsidRPr="008A7D70" w:rsidRDefault="00A52155" w:rsidP="00A52155">
      <w:pPr>
        <w:pStyle w:val="Nzev"/>
        <w:widowControl w:val="0"/>
        <w:rPr>
          <w:b/>
          <w:color w:val="auto"/>
          <w:sz w:val="22"/>
          <w:szCs w:val="22"/>
        </w:rPr>
      </w:pPr>
      <w:r w:rsidRPr="008A7D70">
        <w:rPr>
          <w:b/>
          <w:color w:val="auto"/>
          <w:sz w:val="22"/>
          <w:szCs w:val="22"/>
        </w:rPr>
        <w:t>Příloha č. 3</w:t>
      </w:r>
    </w:p>
    <w:p w14:paraId="03CBCEEC" w14:textId="77777777" w:rsidR="00A52155" w:rsidRDefault="00A52155" w:rsidP="00DF6122">
      <w:pPr>
        <w:pStyle w:val="Nzev"/>
        <w:widowControl w:val="0"/>
        <w:rPr>
          <w:b/>
          <w:color w:val="auto"/>
        </w:rPr>
      </w:pP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77777777" w:rsidR="00D767F5" w:rsidRPr="00D767F5" w:rsidRDefault="00D767F5" w:rsidP="00D767F5">
      <w:pPr>
        <w:jc w:val="center"/>
      </w:pPr>
      <w:r>
        <w:t>Číslo smlouvy ………………………………..</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r>
        <w:rPr>
          <w:rFonts w:cs="Calibri"/>
          <w:bCs/>
          <w:szCs w:val="22"/>
        </w:rPr>
        <w:t>ust</w:t>
      </w:r>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77777777" w:rsidR="00333164" w:rsidRDefault="00333164" w:rsidP="00F56496">
      <w:pPr>
        <w:widowControl w:val="0"/>
        <w:rPr>
          <w:rFonts w:eastAsia="Calibri" w:cs="Calibri"/>
          <w:szCs w:val="22"/>
        </w:rPr>
      </w:pPr>
      <w:r>
        <w:rPr>
          <w:rFonts w:eastAsia="Calibri" w:cs="Calibri"/>
          <w:szCs w:val="22"/>
        </w:rPr>
        <w:t xml:space="preserve">zastoupený: PhDr. Jiřím Štěpánem, Ph.D.,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r w:rsidR="008176F3" w:rsidRPr="008D324E">
        <w:t xml:space="preserve">ust.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ust.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08D3F535"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584752" w:rsidRPr="00584752">
        <w:rPr>
          <w:b/>
        </w:rPr>
        <w:t>3 - Individuální plánování</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r w:rsidR="008176F3" w:rsidRPr="008D324E">
        <w:t xml:space="preserve">ust.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reg.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7FDAE78E"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584752" w:rsidRPr="00584752">
        <w:rPr>
          <w:b/>
        </w:rPr>
        <w:t>3 - Individuální plánování</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0"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0"/>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a reg. č.: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ust.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1" w:name="_Toc275935897"/>
      <w:bookmarkStart w:id="2" w:name="_Toc275941236"/>
      <w:bookmarkStart w:id="3" w:name="_Toc276125331"/>
      <w:bookmarkStart w:id="4" w:name="_Toc276129128"/>
      <w:bookmarkStart w:id="5" w:name="_Toc276555039"/>
      <w:bookmarkStart w:id="6"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r w:rsidRPr="009E1357">
        <w:rPr>
          <w:lang w:val="x-none" w:eastAsia="x-none"/>
        </w:rPr>
        <w:t xml:space="preserve">ůči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1"/>
      <w:bookmarkEnd w:id="2"/>
      <w:bookmarkEnd w:id="3"/>
      <w:bookmarkEnd w:id="4"/>
      <w:bookmarkEnd w:id="5"/>
      <w:bookmarkEnd w:id="6"/>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5.1</w:t>
      </w:r>
      <w:r w:rsidR="00D21218">
        <w:t>.</w:t>
      </w:r>
      <w:r w:rsidR="006B4728" w:rsidRPr="00506B58">
        <w:t xml:space="preserve"> písm.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r w:rsidR="00FE2838" w:rsidRPr="008D324E">
        <w:t xml:space="preserve">ust.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r w:rsidR="00622345" w:rsidRPr="008D324E">
        <w:t xml:space="preserve">ust.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r w:rsidR="00622345" w:rsidRPr="008D324E">
        <w:t xml:space="preserve">ust.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r w:rsidRPr="0014465A">
        <w:rPr>
          <w:rFonts w:cs="Calibri"/>
        </w:rPr>
        <w:t xml:space="preserve">rojektu, z něhož je plnění dle této Smlouvy hrazeno, provést kontrolu dokladů souvisejících s tímto plněním, a to po celou dobu archivace </w:t>
      </w:r>
      <w:r w:rsidR="00E17F91">
        <w:rPr>
          <w:rFonts w:cs="Calibri"/>
          <w:lang w:val="cs-CZ"/>
        </w:rPr>
        <w:t>P</w:t>
      </w:r>
      <w:r w:rsidRPr="0014465A">
        <w:rPr>
          <w:rFonts w:cs="Calibri"/>
        </w:rPr>
        <w:t xml:space="preserve">rojektu,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r w:rsidR="00622345" w:rsidRPr="008D324E">
        <w:t xml:space="preserve">ust.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E4C926" w14:textId="77777777" w:rsidR="00E93D31" w:rsidRDefault="00E93D31">
      <w:r>
        <w:separator/>
      </w:r>
    </w:p>
  </w:endnote>
  <w:endnote w:type="continuationSeparator" w:id="0">
    <w:p w14:paraId="3C82EA0B" w14:textId="77777777" w:rsidR="00E93D31" w:rsidRDefault="00E93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default"/>
  </w:font>
  <w:font w:name="Times">
    <w:panose1 w:val="02020603050405020304"/>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A52155">
      <w:rPr>
        <w:noProof/>
      </w:rPr>
      <w:t>10</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66B26B" w14:textId="77777777" w:rsidR="00E93D31" w:rsidRDefault="00E93D31">
      <w:r>
        <w:separator/>
      </w:r>
    </w:p>
  </w:footnote>
  <w:footnote w:type="continuationSeparator" w:id="0">
    <w:p w14:paraId="28044ADE" w14:textId="77777777" w:rsidR="00E93D31" w:rsidRDefault="00E93D31">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2155"/>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3D31"/>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1A4F"/>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link w:val="Podnadpis"/>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B4E5D-6068-429D-B067-EE3E6268F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36</TotalTime>
  <Pages>13</Pages>
  <Words>4344</Words>
  <Characters>25751</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30035</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12</cp:revision>
  <cp:lastPrinted>2019-03-06T09:27:00Z</cp:lastPrinted>
  <dcterms:created xsi:type="dcterms:W3CDTF">2020-09-21T09:56:00Z</dcterms:created>
  <dcterms:modified xsi:type="dcterms:W3CDTF">2020-10-21T07:59:00Z</dcterms:modified>
</cp:coreProperties>
</file>