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884EE" w14:textId="6C49E170" w:rsidR="006072CA" w:rsidRPr="00BC236D" w:rsidRDefault="006072CA" w:rsidP="006072CA">
      <w:pPr>
        <w:spacing w:before="0" w:after="220" w:line="240" w:lineRule="auto"/>
        <w:jc w:val="center"/>
        <w:rPr>
          <w:rFonts w:ascii="Arial" w:hAnsi="Arial" w:cs="Arial"/>
          <w:b/>
          <w:szCs w:val="22"/>
        </w:rPr>
      </w:pPr>
      <w:r w:rsidRPr="00D83EDB">
        <w:rPr>
          <w:rFonts w:ascii="Arial" w:hAnsi="Arial" w:cs="Arial"/>
          <w:b/>
          <w:szCs w:val="22"/>
        </w:rPr>
        <w:t xml:space="preserve">Příloha č. </w:t>
      </w:r>
      <w:r>
        <w:rPr>
          <w:rFonts w:ascii="Arial" w:hAnsi="Arial" w:cs="Arial"/>
          <w:b/>
          <w:szCs w:val="22"/>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roofErr w:type="gramStart"/>
      <w:r>
        <w:t>…….</w:t>
      </w:r>
      <w:proofErr w:type="gramEnd"/>
      <w:r>
        <w:t>.</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09E66145"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BB7DF7" w:rsidRPr="00BB7DF7">
        <w:rPr>
          <w:b/>
        </w:rPr>
        <w:t>24 - Vybraná ustanovení zdravotního a sociálního práva pro veřejné opatrovníky/sociální pracovníky</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w:t>
      </w:r>
      <w:r w:rsidR="00750E45">
        <w:lastRenderedPageBreak/>
        <w:t xml:space="preserve">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16424AC7"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w:t>
      </w:r>
      <w:proofErr w:type="gramStart"/>
      <w:r w:rsidR="00180F3B" w:rsidRPr="00792769">
        <w:rPr>
          <w:b/>
        </w:rPr>
        <w:t>vzdělávání - dílčí</w:t>
      </w:r>
      <w:proofErr w:type="gramEnd"/>
      <w:r w:rsidR="00180F3B" w:rsidRPr="00792769">
        <w:rPr>
          <w:b/>
        </w:rPr>
        <w:t xml:space="preserve"> část </w:t>
      </w:r>
      <w:r w:rsidR="00B47C33" w:rsidRPr="00B47C33">
        <w:rPr>
          <w:b/>
        </w:rPr>
        <w:t>24 - Vybraná ustanovení zdravotního a sociálního práva pro veřejné opatrovníky/sociální pracovníky</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lastRenderedPageBreak/>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w:t>
      </w:r>
      <w:proofErr w:type="gramStart"/>
      <w:r w:rsidRPr="008D324E">
        <w:t>doklady - faktury</w:t>
      </w:r>
      <w:proofErr w:type="gramEnd"/>
      <w:r w:rsidRPr="008D324E">
        <w:t xml:space="preserve">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proofErr w:type="gramStart"/>
      <w:r w:rsidR="00467F7E">
        <w:t>5</w:t>
      </w:r>
      <w:r w:rsidR="006B4728" w:rsidRPr="00506B58">
        <w:t>.000,-</w:t>
      </w:r>
      <w:proofErr w:type="gramEnd"/>
      <w:r w:rsidR="006B4728" w:rsidRPr="00506B58">
        <w:t xml:space="preserve">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342423">
      <w:rPr>
        <w:noProof/>
      </w:rPr>
      <w:t>4</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168F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3A2E"/>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423"/>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2C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01D8"/>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47C33"/>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B7DF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20362724">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5378504">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1092757">
      <w:bodyDiv w:val="1"/>
      <w:marLeft w:val="0"/>
      <w:marRight w:val="0"/>
      <w:marTop w:val="0"/>
      <w:marBottom w:val="0"/>
      <w:divBdr>
        <w:top w:val="none" w:sz="0" w:space="0" w:color="auto"/>
        <w:left w:val="none" w:sz="0" w:space="0" w:color="auto"/>
        <w:bottom w:val="none" w:sz="0" w:space="0" w:color="auto"/>
        <w:right w:val="none" w:sz="0" w:space="0" w:color="auto"/>
      </w:divBdr>
    </w:div>
    <w:div w:id="1851213601">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7E56-1928-4289-8F68-78DD1125A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43</TotalTime>
  <Pages>13</Pages>
  <Words>4360</Words>
  <Characters>25879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30179</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17</cp:revision>
  <cp:lastPrinted>2019-03-06T09:27:00Z</cp:lastPrinted>
  <dcterms:created xsi:type="dcterms:W3CDTF">2020-09-21T09:56:00Z</dcterms:created>
  <dcterms:modified xsi:type="dcterms:W3CDTF">2020-10-26T14:19:00Z</dcterms:modified>
</cp:coreProperties>
</file>