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594DF2" w14:textId="77777777" w:rsidR="00BC248A" w:rsidRDefault="00BC248A" w:rsidP="00BC248A">
      <w:pPr>
        <w:jc w:val="center"/>
        <w:rPr>
          <w:rFonts w:ascii="Arial" w:hAnsi="Arial" w:cs="Arial"/>
          <w:b/>
        </w:rPr>
      </w:pPr>
    </w:p>
    <w:p w14:paraId="4943FA18" w14:textId="531D5216" w:rsidR="00BC248A" w:rsidRPr="00322971" w:rsidRDefault="00BC248A" w:rsidP="00BC248A">
      <w:pPr>
        <w:jc w:val="center"/>
        <w:rPr>
          <w:rFonts w:ascii="Arial" w:hAnsi="Arial" w:cs="Arial"/>
          <w:b/>
        </w:rPr>
      </w:pPr>
      <w:r w:rsidRPr="00322971">
        <w:rPr>
          <w:rFonts w:ascii="Arial" w:hAnsi="Arial" w:cs="Arial"/>
          <w:b/>
        </w:rPr>
        <w:t xml:space="preserve">Příloha č. </w:t>
      </w:r>
      <w:r>
        <w:rPr>
          <w:rFonts w:ascii="Arial" w:hAnsi="Arial" w:cs="Arial"/>
          <w:b/>
        </w:rPr>
        <w:t>3</w:t>
      </w:r>
    </w:p>
    <w:p w14:paraId="556ACC85" w14:textId="77777777" w:rsidR="00660AB0" w:rsidRPr="00506B58" w:rsidRDefault="00660AB0" w:rsidP="00F56496">
      <w:pPr>
        <w:widowControl w:val="0"/>
      </w:pP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77777777" w:rsidR="00D767F5" w:rsidRPr="00D767F5" w:rsidRDefault="00D767F5" w:rsidP="00D767F5">
      <w:pPr>
        <w:jc w:val="center"/>
      </w:pPr>
      <w:r>
        <w:t>Číslo smlouvy ………………………………..</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r>
        <w:rPr>
          <w:rFonts w:cs="Calibri"/>
          <w:bCs/>
          <w:szCs w:val="22"/>
        </w:rPr>
        <w:t>ust</w:t>
      </w:r>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77777777" w:rsidR="00333164" w:rsidRDefault="00333164" w:rsidP="00F56496">
      <w:pPr>
        <w:widowControl w:val="0"/>
        <w:rPr>
          <w:rFonts w:eastAsia="Calibri" w:cs="Calibri"/>
          <w:szCs w:val="22"/>
        </w:rPr>
      </w:pPr>
      <w:r>
        <w:rPr>
          <w:rFonts w:eastAsia="Calibri" w:cs="Calibri"/>
          <w:szCs w:val="22"/>
        </w:rPr>
        <w:t xml:space="preserve">zastoupený: PhDr. Jiřím Štěpánem, Ph.D.,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r w:rsidR="008176F3" w:rsidRPr="008D324E">
        <w:t xml:space="preserve">ust.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ust.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16CB8D3F"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893CDE" w:rsidRPr="00893CDE">
        <w:rPr>
          <w:b/>
        </w:rPr>
        <w:t xml:space="preserve">14 - </w:t>
      </w:r>
      <w:r w:rsidR="008B6C1E" w:rsidRPr="008B6C1E">
        <w:rPr>
          <w:b/>
        </w:rPr>
        <w:t>Aktivizace klientů sociálních služeb</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r w:rsidR="008176F3" w:rsidRPr="008D324E">
        <w:t xml:space="preserve">ust.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reg. č.: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0C487146"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893CDE" w:rsidRPr="00893CDE">
        <w:rPr>
          <w:b/>
        </w:rPr>
        <w:t xml:space="preserve">14 - </w:t>
      </w:r>
      <w:r w:rsidR="008B6C1E" w:rsidRPr="008B6C1E">
        <w:rPr>
          <w:b/>
        </w:rPr>
        <w:t>Aktivizace klientů sociálních služeb</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0"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0"/>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a reg. č.: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4.</w:t>
      </w:r>
      <w:r w:rsidR="007D62AE">
        <w:t>7</w:t>
      </w:r>
      <w:r w:rsidR="008C35AC" w:rsidRPr="00126451">
        <w:t>.</w:t>
      </w:r>
      <w:r w:rsidR="006C6530" w:rsidRPr="00126451">
        <w:t xml:space="preserve"> této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ust.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1" w:name="_Toc275935897"/>
      <w:bookmarkStart w:id="2" w:name="_Toc275941236"/>
      <w:bookmarkStart w:id="3" w:name="_Toc276125331"/>
      <w:bookmarkStart w:id="4" w:name="_Toc276129128"/>
      <w:bookmarkStart w:id="5" w:name="_Toc276555039"/>
      <w:bookmarkStart w:id="6"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a to v souladu s čl. 3.5</w:t>
      </w:r>
      <w:r w:rsidR="00B2243A">
        <w:t>.</w:t>
      </w:r>
      <w:r w:rsidR="00B8262E">
        <w:t xml:space="preserve"> písm.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v souladu s čl. 3.5</w:t>
      </w:r>
      <w:r w:rsidR="00B2243A">
        <w:t>.</w:t>
      </w:r>
      <w:r w:rsidR="00B8262E">
        <w:t xml:space="preserve"> písm.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r w:rsidRPr="009E1357">
        <w:rPr>
          <w:lang w:val="x-none" w:eastAsia="x-none"/>
        </w:rPr>
        <w:t xml:space="preserve">ůči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5.1</w:t>
      </w:r>
      <w:r w:rsidR="00B2243A">
        <w:t>.</w:t>
      </w:r>
      <w:r w:rsidR="00DD7A4C">
        <w:t xml:space="preserve"> písm.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1"/>
      <w:bookmarkEnd w:id="2"/>
      <w:bookmarkEnd w:id="3"/>
      <w:bookmarkEnd w:id="4"/>
      <w:bookmarkEnd w:id="5"/>
      <w:bookmarkEnd w:id="6"/>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mlčenlivosti dle čl. 1</w:t>
      </w:r>
      <w:r w:rsidR="007C57E1">
        <w:t>0</w:t>
      </w:r>
      <w:r w:rsidRPr="0037563F">
        <w:t xml:space="preserve">.1. této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5.1</w:t>
      </w:r>
      <w:r w:rsidR="00D21218">
        <w:t>.</w:t>
      </w:r>
      <w:r w:rsidR="006B4728" w:rsidRPr="00506B58">
        <w:t xml:space="preserve"> písm.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r w:rsidR="00FE2838" w:rsidRPr="008D324E">
        <w:t xml:space="preserve">ust.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r w:rsidR="00622345" w:rsidRPr="008D324E">
        <w:t xml:space="preserve">ust.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r w:rsidR="00622345" w:rsidRPr="008D324E">
        <w:t xml:space="preserve">ust.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r w:rsidRPr="0014465A">
        <w:rPr>
          <w:rFonts w:cs="Calibri"/>
        </w:rPr>
        <w:t xml:space="preserve">rojektu, z něhož je plnění dle této Smlouvy hrazeno, provést kontrolu dokladů souvisejících s tímto plněním, a to po celou dobu archivace </w:t>
      </w:r>
      <w:r w:rsidR="00E17F91">
        <w:rPr>
          <w:rFonts w:cs="Calibri"/>
          <w:lang w:val="cs-CZ"/>
        </w:rPr>
        <w:t>P</w:t>
      </w:r>
      <w:r w:rsidRPr="0014465A">
        <w:rPr>
          <w:rFonts w:cs="Calibri"/>
        </w:rPr>
        <w:t xml:space="preserve">rojektu,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r w:rsidR="00622345" w:rsidRPr="008D324E">
        <w:t xml:space="preserve">ust.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D77037" w14:textId="77777777" w:rsidR="00AB192B" w:rsidRDefault="00AB192B">
      <w:r>
        <w:separator/>
      </w:r>
    </w:p>
  </w:endnote>
  <w:endnote w:type="continuationSeparator" w:id="0">
    <w:p w14:paraId="6345EEF8" w14:textId="77777777" w:rsidR="00AB192B" w:rsidRDefault="00AB1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467F7E">
      <w:rPr>
        <w:noProof/>
      </w:rPr>
      <w:t>11</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EB35C3" w14:textId="77777777" w:rsidR="00AB192B" w:rsidRDefault="00AB192B">
      <w:r>
        <w:separator/>
      </w:r>
    </w:p>
  </w:footnote>
  <w:footnote w:type="continuationSeparator" w:id="0">
    <w:p w14:paraId="4FF128F7" w14:textId="77777777" w:rsidR="00AB192B" w:rsidRDefault="00AB192B">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05DE"/>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33C9"/>
    <w:rsid w:val="001D44B9"/>
    <w:rsid w:val="001D5A62"/>
    <w:rsid w:val="001D6419"/>
    <w:rsid w:val="001E0EDC"/>
    <w:rsid w:val="001E2636"/>
    <w:rsid w:val="001E32D7"/>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28CE"/>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3CDE"/>
    <w:rsid w:val="00894C51"/>
    <w:rsid w:val="008960D9"/>
    <w:rsid w:val="00897288"/>
    <w:rsid w:val="00897781"/>
    <w:rsid w:val="008B0BCE"/>
    <w:rsid w:val="008B1A1B"/>
    <w:rsid w:val="008B225D"/>
    <w:rsid w:val="008B3D1C"/>
    <w:rsid w:val="008B4E3A"/>
    <w:rsid w:val="008B6C1E"/>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248A"/>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link w:val="Podnadpis"/>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8F165-594F-4809-ACF7-80D46B325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42</TotalTime>
  <Pages>13</Pages>
  <Words>4348</Words>
  <Characters>25777</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30065</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16</cp:revision>
  <cp:lastPrinted>2019-03-06T09:27:00Z</cp:lastPrinted>
  <dcterms:created xsi:type="dcterms:W3CDTF">2020-09-21T09:56:00Z</dcterms:created>
  <dcterms:modified xsi:type="dcterms:W3CDTF">2020-10-26T11:11:00Z</dcterms:modified>
</cp:coreProperties>
</file>