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ACC85" w14:textId="77777777" w:rsidR="00660AB0" w:rsidRPr="00506B58" w:rsidRDefault="00660AB0" w:rsidP="00F56496">
      <w:pPr>
        <w:widowControl w:val="0"/>
      </w:pPr>
    </w:p>
    <w:p w14:paraId="64D59945" w14:textId="02EDAED8" w:rsidR="00264476" w:rsidRPr="002D0790" w:rsidRDefault="00264476" w:rsidP="002D0790">
      <w:pPr>
        <w:pStyle w:val="Nzev"/>
        <w:widowControl w:val="0"/>
        <w:spacing w:before="120" w:after="120" w:line="276" w:lineRule="auto"/>
        <w:rPr>
          <w:b/>
          <w:color w:val="auto"/>
          <w:sz w:val="24"/>
          <w:szCs w:val="24"/>
        </w:rPr>
      </w:pPr>
      <w:r w:rsidRPr="002D0790">
        <w:rPr>
          <w:b/>
          <w:color w:val="auto"/>
          <w:sz w:val="24"/>
          <w:szCs w:val="24"/>
        </w:rPr>
        <w:t>Příloha č.</w:t>
      </w:r>
      <w:r>
        <w:rPr>
          <w:b/>
          <w:color w:val="auto"/>
          <w:sz w:val="24"/>
          <w:szCs w:val="24"/>
        </w:rPr>
        <w:t xml:space="preserve"> </w:t>
      </w:r>
      <w:r w:rsidRPr="002D0790">
        <w:rPr>
          <w:b/>
          <w:color w:val="auto"/>
          <w:sz w:val="24"/>
          <w:szCs w:val="24"/>
        </w:rPr>
        <w:t>3</w:t>
      </w:r>
    </w:p>
    <w:p w14:paraId="7D34EE0B" w14:textId="77777777" w:rsidR="008661D7" w:rsidRDefault="00333164" w:rsidP="002D0790">
      <w:pPr>
        <w:pStyle w:val="Nzev"/>
        <w:widowControl w:val="0"/>
        <w:spacing w:before="120" w:after="12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2D0790">
      <w:pPr>
        <w:spacing w:before="120" w:after="120"/>
        <w:jc w:val="center"/>
      </w:pPr>
      <w:r>
        <w:t>Číslo smlouvy ………………………………..</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6E7663" w14:textId="77777777" w:rsidR="00CD49C4" w:rsidRPr="008D324E" w:rsidRDefault="00CD49C4" w:rsidP="005A1EF9">
      <w:pPr>
        <w:widowControl w:val="0"/>
        <w:tabs>
          <w:tab w:val="left" w:pos="720"/>
        </w:tabs>
        <w:spacing w:before="0" w:after="0" w:line="240" w:lineRule="auto"/>
        <w:ind w:right="566"/>
      </w:pP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415A7608"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60536F" w:rsidRPr="0060536F">
        <w:rPr>
          <w:b/>
        </w:rPr>
        <w:t>7 - Nácvik dovedností pro běžný život a vedení domácnosti</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0AE49689"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60536F" w:rsidRPr="0060536F">
        <w:rPr>
          <w:b/>
        </w:rPr>
        <w:t>7 - Nácvik dovedností pro běžný život a vedení domácnosti</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23D661" w14:textId="77777777" w:rsidR="002C27F4" w:rsidRDefault="002C27F4">
      <w:r>
        <w:separator/>
      </w:r>
    </w:p>
  </w:endnote>
  <w:endnote w:type="continuationSeparator" w:id="0">
    <w:p w14:paraId="2277493A" w14:textId="77777777" w:rsidR="002C27F4" w:rsidRDefault="002C2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default"/>
  </w:font>
  <w:font w:name="Times">
    <w:panose1 w:val="020206030504050203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264476">
      <w:rPr>
        <w:noProof/>
      </w:rPr>
      <w:t>5</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126BAD" w14:textId="77777777" w:rsidR="002C27F4" w:rsidRDefault="002C27F4">
      <w:r>
        <w:separator/>
      </w:r>
    </w:p>
  </w:footnote>
  <w:footnote w:type="continuationSeparator" w:id="0">
    <w:p w14:paraId="2943C986" w14:textId="77777777" w:rsidR="002C27F4" w:rsidRDefault="002C27F4">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4476"/>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27F4"/>
    <w:rsid w:val="002C6372"/>
    <w:rsid w:val="002C7ABB"/>
    <w:rsid w:val="002C7E23"/>
    <w:rsid w:val="002D0790"/>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536F"/>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44DFF-665C-427B-83CF-9BD9F6464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38</TotalTime>
  <Pages>13</Pages>
  <Words>4356</Words>
  <Characters>25801</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30097</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13</cp:revision>
  <cp:lastPrinted>2019-03-06T09:27:00Z</cp:lastPrinted>
  <dcterms:created xsi:type="dcterms:W3CDTF">2020-09-21T09:56:00Z</dcterms:created>
  <dcterms:modified xsi:type="dcterms:W3CDTF">2020-10-21T08:29:00Z</dcterms:modified>
</cp:coreProperties>
</file>