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77777777" w:rsidR="00660AB0" w:rsidRPr="00506B58" w:rsidRDefault="00660AB0" w:rsidP="00F56496">
      <w:pPr>
        <w:widowControl w:val="0"/>
      </w:pPr>
    </w:p>
    <w:p w14:paraId="60FCBB0B" w14:textId="77777777" w:rsidR="0003780C" w:rsidRPr="008868F5" w:rsidRDefault="0003780C" w:rsidP="0003780C">
      <w:pPr>
        <w:pStyle w:val="Nzev"/>
        <w:widowControl w:val="0"/>
        <w:rPr>
          <w:b/>
          <w:color w:val="auto"/>
          <w:sz w:val="24"/>
          <w:szCs w:val="24"/>
        </w:rPr>
      </w:pPr>
      <w:r w:rsidRPr="008868F5">
        <w:rPr>
          <w:b/>
          <w:color w:val="auto"/>
          <w:sz w:val="24"/>
          <w:szCs w:val="24"/>
        </w:rPr>
        <w:t>Příloha č. 3</w:t>
      </w:r>
    </w:p>
    <w:p w14:paraId="5BC03567" w14:textId="77777777" w:rsidR="0003780C" w:rsidRDefault="0003780C"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1F1AD7C0"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1305DE" w:rsidRPr="001305DE">
        <w:rPr>
          <w:b/>
        </w:rPr>
        <w:t>6 - Podpora sociálního začleňování uživatelů sociálních služeb</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43F4CD6E"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1305DE" w:rsidRPr="001305DE">
        <w:rPr>
          <w:b/>
        </w:rPr>
        <w:t>6 - Podpora sociálního začleňování uživatelů sociálních služeb</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CAFB1C7" w14:textId="77777777" w:rsidR="002C7E23" w:rsidRPr="00652CB8" w:rsidRDefault="002C7E23" w:rsidP="00B8262E">
      <w:pPr>
        <w:widowControl w:val="0"/>
      </w:pP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w:t>
      </w:r>
      <w:r w:rsidR="006927D9" w:rsidRPr="005527EE">
        <w:lastRenderedPageBreak/>
        <w:t xml:space="preserve">jako svou referenci ve svých nabídkách v zákonem stanoveném rozsahu, popřípadě rozsahu 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w:t>
      </w:r>
      <w:r w:rsidR="00B64DCE" w:rsidRPr="00B64DCE">
        <w:lastRenderedPageBreak/>
        <w:t>která těmto osobám mohou plynout z práv k duševnímu vlastnictví, zejména z autorských 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w:t>
      </w:r>
      <w:r w:rsidR="00BF2A32" w:rsidRPr="008D324E">
        <w:lastRenderedPageBreak/>
        <w:t>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lastRenderedPageBreak/>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1097A" w14:textId="77777777" w:rsidR="00F94075" w:rsidRDefault="00F94075">
      <w:r>
        <w:separator/>
      </w:r>
    </w:p>
  </w:endnote>
  <w:endnote w:type="continuationSeparator" w:id="0">
    <w:p w14:paraId="041C7329" w14:textId="77777777" w:rsidR="00F94075" w:rsidRDefault="00F94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03780C">
      <w:rPr>
        <w:noProof/>
      </w:rPr>
      <w:t>13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6885D" w14:textId="77777777" w:rsidR="00F94075" w:rsidRDefault="00F94075">
      <w:r>
        <w:separator/>
      </w:r>
    </w:p>
  </w:footnote>
  <w:footnote w:type="continuationSeparator" w:id="0">
    <w:p w14:paraId="68AC5C90" w14:textId="77777777" w:rsidR="00F94075" w:rsidRDefault="00F94075">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0C"/>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8F5"/>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55D90"/>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4075"/>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03315-755C-43D9-A17B-08176FAC3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38</TotalTime>
  <Pages>13</Pages>
  <Words>4352</Words>
  <Characters>25816</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30108</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14</cp:revision>
  <cp:lastPrinted>2019-03-06T09:27:00Z</cp:lastPrinted>
  <dcterms:created xsi:type="dcterms:W3CDTF">2020-09-21T09:56:00Z</dcterms:created>
  <dcterms:modified xsi:type="dcterms:W3CDTF">2020-10-21T08:11:00Z</dcterms:modified>
</cp:coreProperties>
</file>